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9D" w:rsidRDefault="00A1469D">
      <w:permStart w:id="2011782733" w:edGrp="everyone"/>
      <w:permEnd w:id="2011782733"/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8"/>
        <w:gridCol w:w="1152"/>
        <w:gridCol w:w="1541"/>
      </w:tblGrid>
      <w:tr w:rsidR="00B55E45" w:rsidRPr="004A086B" w:rsidTr="000B1BC1">
        <w:trPr>
          <w:trHeight w:val="36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Default="00B55E45" w:rsidP="000B1BC1">
            <w:pPr>
              <w:spacing w:after="0"/>
              <w:jc w:val="center"/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  <w:bookmarkStart w:id="0" w:name="_Toc387742074"/>
            <w:bookmarkStart w:id="1" w:name="_Toc368474178"/>
            <w:bookmarkStart w:id="2" w:name="_Toc368474472"/>
            <w:bookmarkStart w:id="3" w:name="_Toc25847032"/>
            <w:bookmarkStart w:id="4" w:name="_Toc25847246"/>
            <w:bookmarkStart w:id="5" w:name="_Toc25847585"/>
            <w:bookmarkStart w:id="6" w:name="_Toc25929796"/>
            <w:bookmarkStart w:id="7" w:name="_Toc329862208"/>
            <w:bookmarkStart w:id="8" w:name="_Ref125280268"/>
            <w:r w:rsidRPr="004A086B">
              <w:rPr>
                <w:rFonts w:ascii="Segoe UI" w:hAnsi="Segoe UI" w:cs="Segoe UI"/>
                <w:b/>
                <w:bCs/>
                <w:sz w:val="28"/>
                <w:szCs w:val="28"/>
              </w:rPr>
              <w:t>Harmonogram nasazení systému ISKaM4</w:t>
            </w:r>
          </w:p>
          <w:p w:rsidR="00B05213" w:rsidRPr="004A086B" w:rsidRDefault="00B05213" w:rsidP="000B1BC1">
            <w:pPr>
              <w:spacing w:after="0"/>
              <w:jc w:val="center"/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</w:p>
        </w:tc>
      </w:tr>
      <w:tr w:rsidR="00B55E45" w:rsidRPr="004A086B" w:rsidTr="000B1BC1">
        <w:trPr>
          <w:trHeight w:val="255"/>
        </w:trPr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b/>
                <w:bCs/>
                <w:sz w:val="20"/>
              </w:rPr>
            </w:pPr>
            <w:r w:rsidRPr="004A086B">
              <w:rPr>
                <w:rFonts w:ascii="Segoe UI" w:hAnsi="Segoe UI" w:cs="Segoe UI"/>
                <w:b/>
                <w:bCs/>
                <w:sz w:val="20"/>
              </w:rPr>
              <w:t>Úkol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b/>
                <w:bCs/>
                <w:sz w:val="20"/>
              </w:rPr>
            </w:pPr>
            <w:r w:rsidRPr="004A086B">
              <w:rPr>
                <w:rFonts w:ascii="Segoe UI" w:hAnsi="Segoe UI" w:cs="Segoe UI"/>
                <w:b/>
                <w:bCs/>
                <w:sz w:val="20"/>
              </w:rPr>
              <w:t>Zodpovídá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right"/>
              <w:rPr>
                <w:rFonts w:ascii="Segoe UI" w:hAnsi="Segoe UI" w:cs="Segoe UI"/>
                <w:b/>
                <w:bCs/>
                <w:sz w:val="20"/>
              </w:rPr>
            </w:pPr>
            <w:r w:rsidRPr="004A086B">
              <w:rPr>
                <w:rFonts w:ascii="Segoe UI" w:hAnsi="Segoe UI" w:cs="Segoe UI"/>
                <w:b/>
                <w:bCs/>
                <w:sz w:val="20"/>
              </w:rPr>
              <w:t>Termín</w:t>
            </w:r>
          </w:p>
        </w:tc>
      </w:tr>
      <w:tr w:rsidR="00B55E45" w:rsidRPr="004A086B" w:rsidTr="000B1BC1">
        <w:trPr>
          <w:trHeight w:val="255"/>
        </w:trPr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Příprava databáze, nastavení periodického překlápění dat z</w:t>
            </w:r>
            <w:r w:rsidR="00716422">
              <w:rPr>
                <w:rFonts w:ascii="Segoe UI" w:hAnsi="Segoe UI" w:cs="Segoe UI"/>
                <w:sz w:val="20"/>
              </w:rPr>
              <w:t> </w:t>
            </w:r>
            <w:proofErr w:type="spellStart"/>
            <w:r w:rsidRPr="004A086B">
              <w:rPr>
                <w:rFonts w:ascii="Segoe UI" w:hAnsi="Segoe UI" w:cs="Segoe UI"/>
                <w:sz w:val="20"/>
              </w:rPr>
              <w:t>ISKaM</w:t>
            </w:r>
            <w:proofErr w:type="spellEnd"/>
            <w:r w:rsidR="00716422">
              <w:rPr>
                <w:rFonts w:ascii="Segoe UI" w:hAnsi="Segoe UI" w:cs="Segoe UI"/>
                <w:sz w:val="20"/>
              </w:rPr>
              <w:t xml:space="preserve"> </w:t>
            </w:r>
            <w:r w:rsidRPr="004A086B">
              <w:rPr>
                <w:rFonts w:ascii="Segoe UI" w:hAnsi="Segoe UI" w:cs="Segoe UI"/>
                <w:sz w:val="20"/>
              </w:rPr>
              <w:t>200</w:t>
            </w:r>
            <w:r w:rsidR="00716422">
              <w:rPr>
                <w:rFonts w:ascii="Segoe UI" w:hAnsi="Segoe UI" w:cs="Segoe UI"/>
                <w:sz w:val="20"/>
              </w:rPr>
              <w:t>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716422" w:rsidP="00716422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Zhotovitel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righ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 xml:space="preserve">do </w:t>
            </w:r>
            <w:r w:rsidR="001A5D1D">
              <w:rPr>
                <w:rFonts w:ascii="Segoe UI" w:hAnsi="Segoe UI" w:cs="Segoe UI"/>
                <w:sz w:val="20"/>
              </w:rPr>
              <w:t>10.7</w:t>
            </w:r>
            <w:r w:rsidRPr="004A086B">
              <w:rPr>
                <w:rFonts w:ascii="Segoe UI" w:hAnsi="Segoe UI" w:cs="Segoe UI"/>
                <w:sz w:val="20"/>
              </w:rPr>
              <w:t>.</w:t>
            </w:r>
            <w:r w:rsidR="00EB20D8">
              <w:rPr>
                <w:rFonts w:ascii="Segoe UI" w:hAnsi="Segoe UI" w:cs="Segoe UI"/>
                <w:sz w:val="20"/>
              </w:rPr>
              <w:t>2016</w:t>
            </w:r>
          </w:p>
        </w:tc>
      </w:tr>
      <w:tr w:rsidR="00B55E45" w:rsidRPr="004A086B" w:rsidTr="000B1BC1">
        <w:trPr>
          <w:trHeight w:val="255"/>
        </w:trPr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Příjem specifických požadavků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Objednatel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E45" w:rsidRPr="004A086B" w:rsidRDefault="001A5D1D" w:rsidP="000B1BC1">
            <w:pPr>
              <w:spacing w:after="0"/>
              <w:jc w:val="righ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do 10.7</w:t>
            </w:r>
            <w:r w:rsidR="00B55E45" w:rsidRPr="004A086B">
              <w:rPr>
                <w:rFonts w:ascii="Segoe UI" w:hAnsi="Segoe UI" w:cs="Segoe UI"/>
                <w:sz w:val="20"/>
              </w:rPr>
              <w:t>.</w:t>
            </w:r>
            <w:r w:rsidR="00EB20D8">
              <w:rPr>
                <w:rFonts w:ascii="Segoe UI" w:hAnsi="Segoe UI" w:cs="Segoe UI"/>
                <w:sz w:val="20"/>
              </w:rPr>
              <w:t>2016</w:t>
            </w:r>
          </w:p>
        </w:tc>
      </w:tr>
      <w:tr w:rsidR="00B55E45" w:rsidRPr="004A086B" w:rsidTr="000B1BC1">
        <w:trPr>
          <w:trHeight w:val="255"/>
        </w:trPr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Nastavení základních parametrů systému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716422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Zhotovitel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1A5D1D" w:rsidP="000B1BC1">
            <w:pPr>
              <w:spacing w:after="0"/>
              <w:jc w:val="righ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do 12.7</w:t>
            </w:r>
            <w:r w:rsidR="00B55E45" w:rsidRPr="004A086B">
              <w:rPr>
                <w:rFonts w:ascii="Segoe UI" w:hAnsi="Segoe UI" w:cs="Segoe UI"/>
                <w:sz w:val="20"/>
              </w:rPr>
              <w:t>.</w:t>
            </w:r>
            <w:r w:rsidR="00EB20D8">
              <w:rPr>
                <w:rFonts w:ascii="Segoe UI" w:hAnsi="Segoe UI" w:cs="Segoe UI"/>
                <w:sz w:val="20"/>
              </w:rPr>
              <w:t>2016</w:t>
            </w:r>
          </w:p>
        </w:tc>
      </w:tr>
      <w:tr w:rsidR="00B55E45" w:rsidRPr="004A086B" w:rsidTr="000B1BC1">
        <w:trPr>
          <w:trHeight w:val="255"/>
        </w:trPr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Implementace specifických požadavků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716422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Zhotovitel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righ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d</w:t>
            </w:r>
            <w:bookmarkStart w:id="9" w:name="_GoBack"/>
            <w:bookmarkEnd w:id="9"/>
            <w:r w:rsidRPr="004A086B">
              <w:rPr>
                <w:rFonts w:ascii="Segoe UI" w:hAnsi="Segoe UI" w:cs="Segoe UI"/>
                <w:sz w:val="20"/>
              </w:rPr>
              <w:t>o 29.8.</w:t>
            </w:r>
            <w:r w:rsidR="00EB20D8">
              <w:rPr>
                <w:rFonts w:ascii="Segoe UI" w:hAnsi="Segoe UI" w:cs="Segoe UI"/>
                <w:sz w:val="20"/>
              </w:rPr>
              <w:t>2016</w:t>
            </w:r>
          </w:p>
        </w:tc>
      </w:tr>
      <w:tr w:rsidR="00B55E45" w:rsidRPr="004A086B" w:rsidTr="000B1BC1">
        <w:trPr>
          <w:trHeight w:val="255"/>
        </w:trPr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Instalace terminálů, uživatelé, oprávnění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Objednatel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righ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do 21.8.</w:t>
            </w:r>
            <w:r w:rsidR="00EB20D8">
              <w:rPr>
                <w:rFonts w:ascii="Segoe UI" w:hAnsi="Segoe UI" w:cs="Segoe UI"/>
                <w:sz w:val="20"/>
              </w:rPr>
              <w:t>2016</w:t>
            </w:r>
          </w:p>
        </w:tc>
      </w:tr>
      <w:tr w:rsidR="00B55E45" w:rsidRPr="004A086B" w:rsidTr="000B1BC1">
        <w:trPr>
          <w:trHeight w:val="255"/>
        </w:trPr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662550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 xml:space="preserve">Školení </w:t>
            </w:r>
            <w:r w:rsidR="00662550">
              <w:rPr>
                <w:rFonts w:ascii="Segoe UI" w:hAnsi="Segoe UI" w:cs="Segoe UI"/>
                <w:sz w:val="20"/>
              </w:rPr>
              <w:t>administrátorů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716422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Zhotovitel,</w:t>
            </w:r>
            <w:r w:rsidR="00B55E45" w:rsidRPr="004A086B">
              <w:rPr>
                <w:rFonts w:ascii="Segoe UI" w:hAnsi="Segoe UI" w:cs="Segoe UI"/>
                <w:sz w:val="20"/>
              </w:rPr>
              <w:t xml:space="preserve"> Objednatel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1A5D1D" w:rsidP="000B1BC1">
            <w:pPr>
              <w:spacing w:after="0"/>
              <w:jc w:val="righ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do 23.7</w:t>
            </w:r>
            <w:r w:rsidR="00B55E45" w:rsidRPr="004A086B">
              <w:rPr>
                <w:rFonts w:ascii="Segoe UI" w:hAnsi="Segoe UI" w:cs="Segoe UI"/>
                <w:sz w:val="20"/>
              </w:rPr>
              <w:t>.</w:t>
            </w:r>
            <w:r w:rsidR="00EB20D8">
              <w:rPr>
                <w:rFonts w:ascii="Segoe UI" w:hAnsi="Segoe UI" w:cs="Segoe UI"/>
                <w:sz w:val="20"/>
              </w:rPr>
              <w:t>2016</w:t>
            </w:r>
          </w:p>
        </w:tc>
      </w:tr>
      <w:tr w:rsidR="00B55E45" w:rsidRPr="004A086B" w:rsidTr="000B1BC1">
        <w:trPr>
          <w:trHeight w:val="255"/>
        </w:trPr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Školení vedení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716422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Zhotovitel</w:t>
            </w:r>
            <w:r w:rsidR="00B55E45" w:rsidRPr="004A086B">
              <w:rPr>
                <w:rFonts w:ascii="Segoe UI" w:hAnsi="Segoe UI" w:cs="Segoe UI"/>
                <w:sz w:val="20"/>
              </w:rPr>
              <w:t>, Objednatel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1A5D1D" w:rsidP="000B1BC1">
            <w:pPr>
              <w:spacing w:after="0"/>
              <w:jc w:val="righ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do 23.7</w:t>
            </w:r>
            <w:r w:rsidR="00B55E45" w:rsidRPr="004A086B">
              <w:rPr>
                <w:rFonts w:ascii="Segoe UI" w:hAnsi="Segoe UI" w:cs="Segoe UI"/>
                <w:sz w:val="20"/>
              </w:rPr>
              <w:t>.</w:t>
            </w:r>
            <w:r w:rsidR="00EB20D8">
              <w:rPr>
                <w:rFonts w:ascii="Segoe UI" w:hAnsi="Segoe UI" w:cs="Segoe UI"/>
                <w:sz w:val="20"/>
              </w:rPr>
              <w:t>2016</w:t>
            </w:r>
          </w:p>
        </w:tc>
      </w:tr>
      <w:tr w:rsidR="00B55E45" w:rsidRPr="004A086B" w:rsidTr="000B1BC1">
        <w:trPr>
          <w:trHeight w:val="255"/>
        </w:trPr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Školení provozních pracovníků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716422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Zhotovitel</w:t>
            </w:r>
            <w:r w:rsidR="00B55E45" w:rsidRPr="004A086B">
              <w:rPr>
                <w:rFonts w:ascii="Segoe UI" w:hAnsi="Segoe UI" w:cs="Segoe UI"/>
                <w:sz w:val="20"/>
              </w:rPr>
              <w:t>, Objednatel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1A5D1D" w:rsidP="000B1BC1">
            <w:pPr>
              <w:spacing w:after="0"/>
              <w:jc w:val="righ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do 26</w:t>
            </w:r>
            <w:r w:rsidR="00B55E45" w:rsidRPr="004A086B">
              <w:rPr>
                <w:rFonts w:ascii="Segoe UI" w:hAnsi="Segoe UI" w:cs="Segoe UI"/>
                <w:sz w:val="20"/>
              </w:rPr>
              <w:t>.8.</w:t>
            </w:r>
            <w:r w:rsidR="00EB20D8">
              <w:rPr>
                <w:rFonts w:ascii="Segoe UI" w:hAnsi="Segoe UI" w:cs="Segoe UI"/>
                <w:sz w:val="20"/>
              </w:rPr>
              <w:t>2016</w:t>
            </w:r>
          </w:p>
        </w:tc>
      </w:tr>
      <w:tr w:rsidR="00B55E45" w:rsidRPr="004A086B" w:rsidTr="000B1BC1">
        <w:trPr>
          <w:trHeight w:val="255"/>
        </w:trPr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Předání programu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716422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Zhotovitel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righ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do 29.8.</w:t>
            </w:r>
            <w:r w:rsidR="00EB20D8">
              <w:rPr>
                <w:rFonts w:ascii="Segoe UI" w:hAnsi="Segoe UI" w:cs="Segoe UI"/>
                <w:sz w:val="20"/>
              </w:rPr>
              <w:t>2016</w:t>
            </w:r>
          </w:p>
        </w:tc>
      </w:tr>
      <w:tr w:rsidR="00B55E45" w:rsidRPr="004A086B" w:rsidTr="000B1BC1">
        <w:trPr>
          <w:trHeight w:val="255"/>
        </w:trPr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Finální provoz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lef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Objednatel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E45" w:rsidRPr="004A086B" w:rsidRDefault="00B55E45" w:rsidP="000B1BC1">
            <w:pPr>
              <w:spacing w:after="0"/>
              <w:jc w:val="right"/>
              <w:rPr>
                <w:rFonts w:ascii="Segoe UI" w:hAnsi="Segoe UI" w:cs="Segoe UI"/>
                <w:sz w:val="20"/>
              </w:rPr>
            </w:pPr>
            <w:r w:rsidRPr="004A086B">
              <w:rPr>
                <w:rFonts w:ascii="Segoe UI" w:hAnsi="Segoe UI" w:cs="Segoe UI"/>
                <w:sz w:val="20"/>
              </w:rPr>
              <w:t>od 1.9.</w:t>
            </w:r>
            <w:r w:rsidR="00EB20D8">
              <w:rPr>
                <w:rFonts w:ascii="Segoe UI" w:hAnsi="Segoe UI" w:cs="Segoe UI"/>
                <w:sz w:val="20"/>
              </w:rPr>
              <w:t>2016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tbl>
    <w:p w:rsidR="00B55E45" w:rsidRPr="004A086B" w:rsidRDefault="00B55E45" w:rsidP="00B55E45">
      <w:pPr>
        <w:pStyle w:val="odsazentext"/>
        <w:rPr>
          <w:rFonts w:ascii="Segoe UI" w:hAnsi="Segoe UI" w:cs="Segoe UI"/>
        </w:rPr>
      </w:pPr>
    </w:p>
    <w:p w:rsidR="004A086B" w:rsidRPr="004A086B" w:rsidRDefault="004A086B">
      <w:pPr>
        <w:pStyle w:val="odsazentext"/>
        <w:rPr>
          <w:rFonts w:ascii="Segoe UI" w:hAnsi="Segoe UI" w:cs="Segoe UI"/>
        </w:rPr>
      </w:pPr>
    </w:p>
    <w:sectPr w:rsidR="004A086B" w:rsidRPr="004A086B" w:rsidSect="004A086B">
      <w:headerReference w:type="default" r:id="rId9"/>
      <w:footerReference w:type="default" r:id="rId10"/>
      <w:pgSz w:w="11907" w:h="16840" w:code="9"/>
      <w:pgMar w:top="1276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68C" w:rsidRDefault="00A8768C">
      <w:r>
        <w:separator/>
      </w:r>
    </w:p>
  </w:endnote>
  <w:endnote w:type="continuationSeparator" w:id="0">
    <w:p w:rsidR="00A8768C" w:rsidRDefault="00A87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86B" w:rsidRDefault="004A086B">
    <w:pPr>
      <w:pStyle w:val="Zpat"/>
      <w:jc w:val="center"/>
    </w:pPr>
  </w:p>
  <w:p w:rsidR="004A086B" w:rsidRDefault="004A086B" w:rsidP="00B4253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68C" w:rsidRDefault="00A8768C">
      <w:r>
        <w:separator/>
      </w:r>
    </w:p>
  </w:footnote>
  <w:footnote w:type="continuationSeparator" w:id="0">
    <w:p w:rsidR="00A8768C" w:rsidRDefault="00A87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213" w:rsidRDefault="00B05213">
    <w:pPr>
      <w:pStyle w:val="Zhlav"/>
    </w:pPr>
    <w:r>
      <w:tab/>
    </w:r>
    <w:r>
      <w:tab/>
      <w:t>Příloha č. 2 Smlouvy o dílo</w:t>
    </w:r>
  </w:p>
  <w:p w:rsidR="00B05213" w:rsidRDefault="00B052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12E"/>
    <w:multiLevelType w:val="hybridMultilevel"/>
    <w:tmpl w:val="A8E4D526"/>
    <w:lvl w:ilvl="0" w:tplc="9716A930">
      <w:start w:val="1"/>
      <w:numFmt w:val="lowerLetter"/>
      <w:pStyle w:val="Normalni-slovn"/>
      <w:lvlText w:val="%1)"/>
      <w:lvlJc w:val="left"/>
      <w:pPr>
        <w:ind w:left="92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568"/>
        </w:tabs>
        <w:ind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288"/>
        </w:tabs>
        <w:ind w:left="128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608"/>
        </w:tabs>
        <w:ind w:left="5608" w:hanging="180"/>
      </w:pPr>
      <w:rPr>
        <w:rFonts w:cs="Times New Roman"/>
      </w:rPr>
    </w:lvl>
  </w:abstractNum>
  <w:abstractNum w:abstractNumId="1">
    <w:nsid w:val="06134779"/>
    <w:multiLevelType w:val="multilevel"/>
    <w:tmpl w:val="5914BD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8CD4892"/>
    <w:multiLevelType w:val="singleLevel"/>
    <w:tmpl w:val="0C0EDE34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</w:lvl>
  </w:abstractNum>
  <w:abstractNum w:abstractNumId="3">
    <w:nsid w:val="0AB162DB"/>
    <w:multiLevelType w:val="hybridMultilevel"/>
    <w:tmpl w:val="AC1411E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8C53C9"/>
    <w:multiLevelType w:val="hybridMultilevel"/>
    <w:tmpl w:val="69C062DA"/>
    <w:lvl w:ilvl="0" w:tplc="A42830FC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15D5A"/>
    <w:multiLevelType w:val="hybridMultilevel"/>
    <w:tmpl w:val="0638E8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2F6D64"/>
    <w:multiLevelType w:val="multilevel"/>
    <w:tmpl w:val="05C834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A0E3BB3"/>
    <w:multiLevelType w:val="multilevel"/>
    <w:tmpl w:val="09880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A53D6C"/>
    <w:multiLevelType w:val="singleLevel"/>
    <w:tmpl w:val="0C0EDE34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</w:lvl>
  </w:abstractNum>
  <w:abstractNum w:abstractNumId="9">
    <w:nsid w:val="23DA11F3"/>
    <w:multiLevelType w:val="hybridMultilevel"/>
    <w:tmpl w:val="941217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663F86"/>
    <w:multiLevelType w:val="multilevel"/>
    <w:tmpl w:val="FE4672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C97673"/>
    <w:multiLevelType w:val="hybridMultilevel"/>
    <w:tmpl w:val="65C817D2"/>
    <w:lvl w:ilvl="0" w:tplc="B074E1A0">
      <w:start w:val="1"/>
      <w:numFmt w:val="decimal"/>
      <w:lvlText w:val="9.%1."/>
      <w:lvlJc w:val="left"/>
      <w:pPr>
        <w:tabs>
          <w:tab w:val="num" w:pos="2717"/>
        </w:tabs>
        <w:ind w:left="2717" w:hanging="737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3D6886"/>
    <w:multiLevelType w:val="hybridMultilevel"/>
    <w:tmpl w:val="9D7889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DE5E87"/>
    <w:multiLevelType w:val="hybridMultilevel"/>
    <w:tmpl w:val="7464C3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AF076A"/>
    <w:multiLevelType w:val="multilevel"/>
    <w:tmpl w:val="81340FE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46A663D"/>
    <w:multiLevelType w:val="hybridMultilevel"/>
    <w:tmpl w:val="816C6F1A"/>
    <w:lvl w:ilvl="0" w:tplc="C6ECD22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1F1CE7"/>
    <w:multiLevelType w:val="hybridMultilevel"/>
    <w:tmpl w:val="FFCE27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EE5E36"/>
    <w:multiLevelType w:val="multilevel"/>
    <w:tmpl w:val="2E76A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8">
    <w:nsid w:val="523C0C2C"/>
    <w:multiLevelType w:val="singleLevel"/>
    <w:tmpl w:val="0C0EDE34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</w:lvl>
  </w:abstractNum>
  <w:abstractNum w:abstractNumId="19">
    <w:nsid w:val="52B073EF"/>
    <w:multiLevelType w:val="hybridMultilevel"/>
    <w:tmpl w:val="B34262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E401F9"/>
    <w:multiLevelType w:val="hybridMultilevel"/>
    <w:tmpl w:val="C6F08BE6"/>
    <w:lvl w:ilvl="0" w:tplc="5FD02526">
      <w:start w:val="1"/>
      <w:numFmt w:val="bullet"/>
      <w:pStyle w:val="puntik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B2019B4"/>
    <w:multiLevelType w:val="hybridMultilevel"/>
    <w:tmpl w:val="994ED4D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A03FBD"/>
    <w:multiLevelType w:val="multilevel"/>
    <w:tmpl w:val="E42AA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3">
    <w:nsid w:val="5E256BB9"/>
    <w:multiLevelType w:val="hybridMultilevel"/>
    <w:tmpl w:val="DE2248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8B5038"/>
    <w:multiLevelType w:val="hybridMultilevel"/>
    <w:tmpl w:val="93467D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0B4D2E"/>
    <w:multiLevelType w:val="multilevel"/>
    <w:tmpl w:val="96CEC87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6">
    <w:nsid w:val="6BEB5CE9"/>
    <w:multiLevelType w:val="singleLevel"/>
    <w:tmpl w:val="71D0DCB4"/>
    <w:lvl w:ilvl="0">
      <w:start w:val="1"/>
      <w:numFmt w:val="bullet"/>
      <w:lvlText w:val=""/>
      <w:lvlJc w:val="left"/>
      <w:pPr>
        <w:tabs>
          <w:tab w:val="num" w:pos="477"/>
        </w:tabs>
        <w:ind w:left="477" w:hanging="477"/>
      </w:pPr>
      <w:rPr>
        <w:rFonts w:ascii="Symbol" w:hAnsi="Symbol" w:hint="default"/>
      </w:rPr>
    </w:lvl>
  </w:abstractNum>
  <w:abstractNum w:abstractNumId="27">
    <w:nsid w:val="6C27688A"/>
    <w:multiLevelType w:val="multilevel"/>
    <w:tmpl w:val="2392F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8">
    <w:nsid w:val="72200F03"/>
    <w:multiLevelType w:val="hybridMultilevel"/>
    <w:tmpl w:val="0CE881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3E02F5"/>
    <w:multiLevelType w:val="hybridMultilevel"/>
    <w:tmpl w:val="1CD6BC3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2F60809"/>
    <w:multiLevelType w:val="hybridMultilevel"/>
    <w:tmpl w:val="F2EA8E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F00501"/>
    <w:multiLevelType w:val="multilevel"/>
    <w:tmpl w:val="C95C8298"/>
    <w:lvl w:ilvl="0">
      <w:start w:val="1"/>
      <w:numFmt w:val="decimal"/>
      <w:pStyle w:val="Numm1"/>
      <w:suff w:val="nothing"/>
      <w:lvlText w:val="Článek %1"/>
      <w:lvlJc w:val="left"/>
      <w:pPr>
        <w:ind w:left="567" w:hanging="567"/>
      </w:pPr>
    </w:lvl>
    <w:lvl w:ilvl="1">
      <w:start w:val="1"/>
      <w:numFmt w:val="decimal"/>
      <w:pStyle w:val="Numm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Numm3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42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7B7B6D15"/>
    <w:multiLevelType w:val="hybridMultilevel"/>
    <w:tmpl w:val="5E2A01B8"/>
    <w:lvl w:ilvl="0" w:tplc="278A1FBE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4"/>
  </w:num>
  <w:num w:numId="4">
    <w:abstractNumId w:val="10"/>
  </w:num>
  <w:num w:numId="5">
    <w:abstractNumId w:val="3"/>
  </w:num>
  <w:num w:numId="6">
    <w:abstractNumId w:val="31"/>
  </w:num>
  <w:num w:numId="7">
    <w:abstractNumId w:val="22"/>
  </w:num>
  <w:num w:numId="8">
    <w:abstractNumId w:val="0"/>
  </w:num>
  <w:num w:numId="9">
    <w:abstractNumId w:val="32"/>
  </w:num>
  <w:num w:numId="10">
    <w:abstractNumId w:val="29"/>
  </w:num>
  <w:num w:numId="11">
    <w:abstractNumId w:val="15"/>
  </w:num>
  <w:num w:numId="12">
    <w:abstractNumId w:val="4"/>
  </w:num>
  <w:num w:numId="13">
    <w:abstractNumId w:val="11"/>
  </w:num>
  <w:num w:numId="14">
    <w:abstractNumId w:val="21"/>
  </w:num>
  <w:num w:numId="15">
    <w:abstractNumId w:val="28"/>
  </w:num>
  <w:num w:numId="16">
    <w:abstractNumId w:val="5"/>
  </w:num>
  <w:num w:numId="17">
    <w:abstractNumId w:val="19"/>
  </w:num>
  <w:num w:numId="18">
    <w:abstractNumId w:val="30"/>
  </w:num>
  <w:num w:numId="19">
    <w:abstractNumId w:val="16"/>
  </w:num>
  <w:num w:numId="20">
    <w:abstractNumId w:val="13"/>
  </w:num>
  <w:num w:numId="21">
    <w:abstractNumId w:val="12"/>
  </w:num>
  <w:num w:numId="22">
    <w:abstractNumId w:val="9"/>
  </w:num>
  <w:num w:numId="23">
    <w:abstractNumId w:val="24"/>
  </w:num>
  <w:num w:numId="24">
    <w:abstractNumId w:val="23"/>
  </w:num>
  <w:num w:numId="25">
    <w:abstractNumId w:val="17"/>
  </w:num>
  <w:num w:numId="26">
    <w:abstractNumId w:val="7"/>
  </w:num>
  <w:num w:numId="27">
    <w:abstractNumId w:val="1"/>
  </w:num>
  <w:num w:numId="28">
    <w:abstractNumId w:val="27"/>
  </w:num>
  <w:num w:numId="29">
    <w:abstractNumId w:val="8"/>
  </w:num>
  <w:num w:numId="30">
    <w:abstractNumId w:val="2"/>
  </w:num>
  <w:num w:numId="31">
    <w:abstractNumId w:val="18"/>
  </w:num>
  <w:num w:numId="32">
    <w:abstractNumId w:val="26"/>
  </w:num>
  <w:num w:numId="33">
    <w:abstractNumId w:val="25"/>
  </w:num>
  <w:num w:numId="34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3SxtFMSPfGp9KglhP9beMMLhc8c=" w:salt="OqUK1KbRhGUGPWCday9lIQ=="/>
  <w:defaultTabStop w:val="284"/>
  <w:autoHyphenation/>
  <w:hyphenationZone w:val="425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685"/>
    <w:rsid w:val="000017F0"/>
    <w:rsid w:val="00007AB0"/>
    <w:rsid w:val="000120ED"/>
    <w:rsid w:val="000128AA"/>
    <w:rsid w:val="0001725D"/>
    <w:rsid w:val="00021DCD"/>
    <w:rsid w:val="00023836"/>
    <w:rsid w:val="00031478"/>
    <w:rsid w:val="000353E2"/>
    <w:rsid w:val="00035426"/>
    <w:rsid w:val="00035BC7"/>
    <w:rsid w:val="00044E53"/>
    <w:rsid w:val="0005062A"/>
    <w:rsid w:val="00051428"/>
    <w:rsid w:val="000527FC"/>
    <w:rsid w:val="00052E0C"/>
    <w:rsid w:val="000536D6"/>
    <w:rsid w:val="0005448B"/>
    <w:rsid w:val="00054EBC"/>
    <w:rsid w:val="00065342"/>
    <w:rsid w:val="00065FE2"/>
    <w:rsid w:val="00067B6D"/>
    <w:rsid w:val="00073142"/>
    <w:rsid w:val="00085281"/>
    <w:rsid w:val="00085D3B"/>
    <w:rsid w:val="00087E6B"/>
    <w:rsid w:val="0009124C"/>
    <w:rsid w:val="000971A6"/>
    <w:rsid w:val="000A1A00"/>
    <w:rsid w:val="000A2710"/>
    <w:rsid w:val="000B168C"/>
    <w:rsid w:val="000B1BC1"/>
    <w:rsid w:val="000B2B69"/>
    <w:rsid w:val="000B6252"/>
    <w:rsid w:val="000C0719"/>
    <w:rsid w:val="000C2EC8"/>
    <w:rsid w:val="000C62F4"/>
    <w:rsid w:val="000D64E4"/>
    <w:rsid w:val="000F37C7"/>
    <w:rsid w:val="000F757C"/>
    <w:rsid w:val="00102EC7"/>
    <w:rsid w:val="00105C37"/>
    <w:rsid w:val="0011584C"/>
    <w:rsid w:val="00116A42"/>
    <w:rsid w:val="00117D1F"/>
    <w:rsid w:val="00135D73"/>
    <w:rsid w:val="00135F86"/>
    <w:rsid w:val="001360C4"/>
    <w:rsid w:val="00144737"/>
    <w:rsid w:val="00145B57"/>
    <w:rsid w:val="00146A7F"/>
    <w:rsid w:val="001541B0"/>
    <w:rsid w:val="001629B9"/>
    <w:rsid w:val="001702DF"/>
    <w:rsid w:val="0017377B"/>
    <w:rsid w:val="00177CED"/>
    <w:rsid w:val="0018099D"/>
    <w:rsid w:val="001844E9"/>
    <w:rsid w:val="0018593E"/>
    <w:rsid w:val="00190D22"/>
    <w:rsid w:val="00194D27"/>
    <w:rsid w:val="001A2FF9"/>
    <w:rsid w:val="001A5D1D"/>
    <w:rsid w:val="001B24EB"/>
    <w:rsid w:val="001B593B"/>
    <w:rsid w:val="001C0F11"/>
    <w:rsid w:val="001C115E"/>
    <w:rsid w:val="001C62D9"/>
    <w:rsid w:val="001D2646"/>
    <w:rsid w:val="001E03BA"/>
    <w:rsid w:val="001E3AB0"/>
    <w:rsid w:val="001E547E"/>
    <w:rsid w:val="001E6B14"/>
    <w:rsid w:val="001F5685"/>
    <w:rsid w:val="002048F0"/>
    <w:rsid w:val="002142C6"/>
    <w:rsid w:val="00217E40"/>
    <w:rsid w:val="00220729"/>
    <w:rsid w:val="00220B91"/>
    <w:rsid w:val="002220A9"/>
    <w:rsid w:val="0022250B"/>
    <w:rsid w:val="0022480A"/>
    <w:rsid w:val="00227093"/>
    <w:rsid w:val="00230191"/>
    <w:rsid w:val="00236952"/>
    <w:rsid w:val="0024519B"/>
    <w:rsid w:val="00245A26"/>
    <w:rsid w:val="00246D0B"/>
    <w:rsid w:val="0024755E"/>
    <w:rsid w:val="00247CF6"/>
    <w:rsid w:val="00251421"/>
    <w:rsid w:val="0025281B"/>
    <w:rsid w:val="00252E00"/>
    <w:rsid w:val="00254E4E"/>
    <w:rsid w:val="00256A45"/>
    <w:rsid w:val="002574F6"/>
    <w:rsid w:val="00275CC6"/>
    <w:rsid w:val="00276146"/>
    <w:rsid w:val="00277FC5"/>
    <w:rsid w:val="00281DB7"/>
    <w:rsid w:val="002839AB"/>
    <w:rsid w:val="002935B9"/>
    <w:rsid w:val="00295F5A"/>
    <w:rsid w:val="00296D2E"/>
    <w:rsid w:val="002A02C1"/>
    <w:rsid w:val="002A2517"/>
    <w:rsid w:val="002A433A"/>
    <w:rsid w:val="002A6D8E"/>
    <w:rsid w:val="002B30C6"/>
    <w:rsid w:val="002B3177"/>
    <w:rsid w:val="002B5594"/>
    <w:rsid w:val="002B6447"/>
    <w:rsid w:val="002B6A0B"/>
    <w:rsid w:val="002B7741"/>
    <w:rsid w:val="002C09F2"/>
    <w:rsid w:val="002C0D1A"/>
    <w:rsid w:val="002C1E56"/>
    <w:rsid w:val="002C2A87"/>
    <w:rsid w:val="002C312E"/>
    <w:rsid w:val="002C33E1"/>
    <w:rsid w:val="002C4861"/>
    <w:rsid w:val="002C5D82"/>
    <w:rsid w:val="002C73B9"/>
    <w:rsid w:val="002D13F8"/>
    <w:rsid w:val="002D2654"/>
    <w:rsid w:val="002D33A2"/>
    <w:rsid w:val="002D55DE"/>
    <w:rsid w:val="002E04D6"/>
    <w:rsid w:val="002E2AAD"/>
    <w:rsid w:val="002E7465"/>
    <w:rsid w:val="002F0225"/>
    <w:rsid w:val="002F36D4"/>
    <w:rsid w:val="002F4FB2"/>
    <w:rsid w:val="002F6699"/>
    <w:rsid w:val="002F6770"/>
    <w:rsid w:val="0030561C"/>
    <w:rsid w:val="00305B09"/>
    <w:rsid w:val="00317135"/>
    <w:rsid w:val="00321175"/>
    <w:rsid w:val="0032752C"/>
    <w:rsid w:val="00330BC3"/>
    <w:rsid w:val="00335A8E"/>
    <w:rsid w:val="00337DAE"/>
    <w:rsid w:val="003406A8"/>
    <w:rsid w:val="00342B51"/>
    <w:rsid w:val="00352781"/>
    <w:rsid w:val="00353CB5"/>
    <w:rsid w:val="00357F3E"/>
    <w:rsid w:val="00362065"/>
    <w:rsid w:val="00365C99"/>
    <w:rsid w:val="00370B4E"/>
    <w:rsid w:val="00376F17"/>
    <w:rsid w:val="003779F3"/>
    <w:rsid w:val="00380B46"/>
    <w:rsid w:val="00384E84"/>
    <w:rsid w:val="0039558F"/>
    <w:rsid w:val="003A2BBB"/>
    <w:rsid w:val="003B0613"/>
    <w:rsid w:val="003B1E80"/>
    <w:rsid w:val="003B20B0"/>
    <w:rsid w:val="003B5B01"/>
    <w:rsid w:val="003B72CA"/>
    <w:rsid w:val="003C365D"/>
    <w:rsid w:val="003C3F5C"/>
    <w:rsid w:val="003C404C"/>
    <w:rsid w:val="003D328F"/>
    <w:rsid w:val="003D3DD9"/>
    <w:rsid w:val="003E16C9"/>
    <w:rsid w:val="003E5AB3"/>
    <w:rsid w:val="003E70B5"/>
    <w:rsid w:val="003E7864"/>
    <w:rsid w:val="003F27CA"/>
    <w:rsid w:val="003F6C56"/>
    <w:rsid w:val="00400A85"/>
    <w:rsid w:val="00403CC5"/>
    <w:rsid w:val="00404445"/>
    <w:rsid w:val="004051C4"/>
    <w:rsid w:val="0040639A"/>
    <w:rsid w:val="00406D19"/>
    <w:rsid w:val="00406D67"/>
    <w:rsid w:val="00407697"/>
    <w:rsid w:val="00411343"/>
    <w:rsid w:val="00413C6C"/>
    <w:rsid w:val="00415E28"/>
    <w:rsid w:val="00417871"/>
    <w:rsid w:val="00421FD5"/>
    <w:rsid w:val="00422D8D"/>
    <w:rsid w:val="00425280"/>
    <w:rsid w:val="0042688C"/>
    <w:rsid w:val="004312C9"/>
    <w:rsid w:val="00431EB5"/>
    <w:rsid w:val="004324B0"/>
    <w:rsid w:val="00434247"/>
    <w:rsid w:val="0043519B"/>
    <w:rsid w:val="00435365"/>
    <w:rsid w:val="004426A3"/>
    <w:rsid w:val="00447543"/>
    <w:rsid w:val="00455B26"/>
    <w:rsid w:val="004633F6"/>
    <w:rsid w:val="00464332"/>
    <w:rsid w:val="004675EB"/>
    <w:rsid w:val="004717D6"/>
    <w:rsid w:val="00474AD8"/>
    <w:rsid w:val="00476C16"/>
    <w:rsid w:val="00477B12"/>
    <w:rsid w:val="004818D0"/>
    <w:rsid w:val="004829A3"/>
    <w:rsid w:val="00483704"/>
    <w:rsid w:val="00486519"/>
    <w:rsid w:val="00491991"/>
    <w:rsid w:val="00492C61"/>
    <w:rsid w:val="00493582"/>
    <w:rsid w:val="00493871"/>
    <w:rsid w:val="00493F98"/>
    <w:rsid w:val="004960E0"/>
    <w:rsid w:val="00497ABC"/>
    <w:rsid w:val="004A086B"/>
    <w:rsid w:val="004A3462"/>
    <w:rsid w:val="004A4F0A"/>
    <w:rsid w:val="004B5F82"/>
    <w:rsid w:val="004C1C58"/>
    <w:rsid w:val="004C6429"/>
    <w:rsid w:val="004D20B4"/>
    <w:rsid w:val="004D3897"/>
    <w:rsid w:val="004F11B0"/>
    <w:rsid w:val="004F248E"/>
    <w:rsid w:val="004F748E"/>
    <w:rsid w:val="004F7C73"/>
    <w:rsid w:val="005027D9"/>
    <w:rsid w:val="00505654"/>
    <w:rsid w:val="00506D93"/>
    <w:rsid w:val="00513B00"/>
    <w:rsid w:val="00513BE7"/>
    <w:rsid w:val="0052026C"/>
    <w:rsid w:val="00521EAF"/>
    <w:rsid w:val="00524EB0"/>
    <w:rsid w:val="00530F18"/>
    <w:rsid w:val="00531FC8"/>
    <w:rsid w:val="005341BB"/>
    <w:rsid w:val="00535AEF"/>
    <w:rsid w:val="00541AB0"/>
    <w:rsid w:val="00546B32"/>
    <w:rsid w:val="00552732"/>
    <w:rsid w:val="0055383F"/>
    <w:rsid w:val="005540D5"/>
    <w:rsid w:val="00554614"/>
    <w:rsid w:val="005548E2"/>
    <w:rsid w:val="00556E65"/>
    <w:rsid w:val="00557660"/>
    <w:rsid w:val="00567D24"/>
    <w:rsid w:val="005729AC"/>
    <w:rsid w:val="00576428"/>
    <w:rsid w:val="00577A3B"/>
    <w:rsid w:val="00583EBE"/>
    <w:rsid w:val="00594954"/>
    <w:rsid w:val="005A3540"/>
    <w:rsid w:val="005C0772"/>
    <w:rsid w:val="005C344E"/>
    <w:rsid w:val="005D0939"/>
    <w:rsid w:val="005D32CA"/>
    <w:rsid w:val="005E0E9E"/>
    <w:rsid w:val="005E5847"/>
    <w:rsid w:val="005F0733"/>
    <w:rsid w:val="005F43CB"/>
    <w:rsid w:val="005F70F6"/>
    <w:rsid w:val="006036F6"/>
    <w:rsid w:val="00604235"/>
    <w:rsid w:val="00622D7D"/>
    <w:rsid w:val="00627618"/>
    <w:rsid w:val="00636D53"/>
    <w:rsid w:val="00650833"/>
    <w:rsid w:val="0065190D"/>
    <w:rsid w:val="0066011E"/>
    <w:rsid w:val="00662550"/>
    <w:rsid w:val="006709C9"/>
    <w:rsid w:val="00672374"/>
    <w:rsid w:val="00672C43"/>
    <w:rsid w:val="00673847"/>
    <w:rsid w:val="00685E75"/>
    <w:rsid w:val="00687CB4"/>
    <w:rsid w:val="00691D41"/>
    <w:rsid w:val="00694334"/>
    <w:rsid w:val="00696044"/>
    <w:rsid w:val="006A2CB8"/>
    <w:rsid w:val="006A37F8"/>
    <w:rsid w:val="006A3B01"/>
    <w:rsid w:val="006A5729"/>
    <w:rsid w:val="006B0AA6"/>
    <w:rsid w:val="006B0EDB"/>
    <w:rsid w:val="006B6EB2"/>
    <w:rsid w:val="006C2C8D"/>
    <w:rsid w:val="006C464F"/>
    <w:rsid w:val="006D05C7"/>
    <w:rsid w:val="006E3193"/>
    <w:rsid w:val="006E3A84"/>
    <w:rsid w:val="006E3F70"/>
    <w:rsid w:val="006F3A64"/>
    <w:rsid w:val="006F5887"/>
    <w:rsid w:val="006F7533"/>
    <w:rsid w:val="007010A5"/>
    <w:rsid w:val="00702AE8"/>
    <w:rsid w:val="00706624"/>
    <w:rsid w:val="00716422"/>
    <w:rsid w:val="00720B8C"/>
    <w:rsid w:val="00720F94"/>
    <w:rsid w:val="007210AB"/>
    <w:rsid w:val="00727F5A"/>
    <w:rsid w:val="007341EA"/>
    <w:rsid w:val="00734C78"/>
    <w:rsid w:val="00740FDE"/>
    <w:rsid w:val="00741762"/>
    <w:rsid w:val="00744C0B"/>
    <w:rsid w:val="007551E9"/>
    <w:rsid w:val="00757257"/>
    <w:rsid w:val="007573B5"/>
    <w:rsid w:val="00760AC3"/>
    <w:rsid w:val="00762933"/>
    <w:rsid w:val="0076326E"/>
    <w:rsid w:val="00766A90"/>
    <w:rsid w:val="00774AC0"/>
    <w:rsid w:val="00775DB2"/>
    <w:rsid w:val="007761FD"/>
    <w:rsid w:val="00777DF9"/>
    <w:rsid w:val="007827C4"/>
    <w:rsid w:val="00784EC4"/>
    <w:rsid w:val="00786B68"/>
    <w:rsid w:val="0078732C"/>
    <w:rsid w:val="0079319D"/>
    <w:rsid w:val="007A41BA"/>
    <w:rsid w:val="007A510E"/>
    <w:rsid w:val="007A780F"/>
    <w:rsid w:val="007B1A6F"/>
    <w:rsid w:val="007B2F35"/>
    <w:rsid w:val="007D00D9"/>
    <w:rsid w:val="007D02D2"/>
    <w:rsid w:val="007D1C58"/>
    <w:rsid w:val="007D2AED"/>
    <w:rsid w:val="007E26D6"/>
    <w:rsid w:val="007E3F77"/>
    <w:rsid w:val="007F1315"/>
    <w:rsid w:val="007F7512"/>
    <w:rsid w:val="0080004F"/>
    <w:rsid w:val="00805682"/>
    <w:rsid w:val="00805FE2"/>
    <w:rsid w:val="00806D15"/>
    <w:rsid w:val="008119BD"/>
    <w:rsid w:val="008132F3"/>
    <w:rsid w:val="008271E1"/>
    <w:rsid w:val="0083242D"/>
    <w:rsid w:val="008355E4"/>
    <w:rsid w:val="00835BB5"/>
    <w:rsid w:val="00843378"/>
    <w:rsid w:val="00843446"/>
    <w:rsid w:val="00843C3C"/>
    <w:rsid w:val="00861C49"/>
    <w:rsid w:val="00863179"/>
    <w:rsid w:val="008644A4"/>
    <w:rsid w:val="008673A1"/>
    <w:rsid w:val="00876655"/>
    <w:rsid w:val="008801EC"/>
    <w:rsid w:val="0088110B"/>
    <w:rsid w:val="0088262F"/>
    <w:rsid w:val="00884978"/>
    <w:rsid w:val="00885288"/>
    <w:rsid w:val="008939B1"/>
    <w:rsid w:val="00894942"/>
    <w:rsid w:val="008A5DB1"/>
    <w:rsid w:val="008B6A51"/>
    <w:rsid w:val="008B71CE"/>
    <w:rsid w:val="008C1A92"/>
    <w:rsid w:val="008C2ABE"/>
    <w:rsid w:val="008C69F4"/>
    <w:rsid w:val="008D0D23"/>
    <w:rsid w:val="008D28D9"/>
    <w:rsid w:val="008D3DB3"/>
    <w:rsid w:val="008D47F9"/>
    <w:rsid w:val="008D4B5A"/>
    <w:rsid w:val="008F1866"/>
    <w:rsid w:val="008F48CB"/>
    <w:rsid w:val="008F57E5"/>
    <w:rsid w:val="008F5D4F"/>
    <w:rsid w:val="009037D4"/>
    <w:rsid w:val="009050AD"/>
    <w:rsid w:val="009051C6"/>
    <w:rsid w:val="009073D8"/>
    <w:rsid w:val="009224CD"/>
    <w:rsid w:val="00931BF3"/>
    <w:rsid w:val="00935091"/>
    <w:rsid w:val="0093698F"/>
    <w:rsid w:val="009369A8"/>
    <w:rsid w:val="00946DCC"/>
    <w:rsid w:val="009473B9"/>
    <w:rsid w:val="0095255B"/>
    <w:rsid w:val="0095445F"/>
    <w:rsid w:val="00957B90"/>
    <w:rsid w:val="009624C9"/>
    <w:rsid w:val="00963382"/>
    <w:rsid w:val="00970067"/>
    <w:rsid w:val="00971895"/>
    <w:rsid w:val="0097197D"/>
    <w:rsid w:val="009725FE"/>
    <w:rsid w:val="009761F5"/>
    <w:rsid w:val="00980511"/>
    <w:rsid w:val="00982762"/>
    <w:rsid w:val="0098367A"/>
    <w:rsid w:val="00983D00"/>
    <w:rsid w:val="00993CFA"/>
    <w:rsid w:val="009A24F3"/>
    <w:rsid w:val="009A40AF"/>
    <w:rsid w:val="009A4AE8"/>
    <w:rsid w:val="009A6CBA"/>
    <w:rsid w:val="009B283E"/>
    <w:rsid w:val="009B353C"/>
    <w:rsid w:val="009C0CB2"/>
    <w:rsid w:val="009C1767"/>
    <w:rsid w:val="009C2B68"/>
    <w:rsid w:val="009C4426"/>
    <w:rsid w:val="009D1551"/>
    <w:rsid w:val="009D2D8E"/>
    <w:rsid w:val="009D66C1"/>
    <w:rsid w:val="009E08E8"/>
    <w:rsid w:val="009E3CAB"/>
    <w:rsid w:val="009E6CA6"/>
    <w:rsid w:val="009F584B"/>
    <w:rsid w:val="009F719E"/>
    <w:rsid w:val="00A02F52"/>
    <w:rsid w:val="00A06513"/>
    <w:rsid w:val="00A06743"/>
    <w:rsid w:val="00A1469D"/>
    <w:rsid w:val="00A22A0F"/>
    <w:rsid w:val="00A2475C"/>
    <w:rsid w:val="00A30F9A"/>
    <w:rsid w:val="00A31B3C"/>
    <w:rsid w:val="00A4016C"/>
    <w:rsid w:val="00A409F0"/>
    <w:rsid w:val="00A4405C"/>
    <w:rsid w:val="00A4476A"/>
    <w:rsid w:val="00A44B10"/>
    <w:rsid w:val="00A46107"/>
    <w:rsid w:val="00A56D3D"/>
    <w:rsid w:val="00A603C9"/>
    <w:rsid w:val="00A63256"/>
    <w:rsid w:val="00A71AC1"/>
    <w:rsid w:val="00A758FD"/>
    <w:rsid w:val="00A81A51"/>
    <w:rsid w:val="00A83C5C"/>
    <w:rsid w:val="00A86501"/>
    <w:rsid w:val="00A8739C"/>
    <w:rsid w:val="00A8768C"/>
    <w:rsid w:val="00A9215E"/>
    <w:rsid w:val="00A951C2"/>
    <w:rsid w:val="00A96813"/>
    <w:rsid w:val="00AA3327"/>
    <w:rsid w:val="00AA58F0"/>
    <w:rsid w:val="00AB0C4C"/>
    <w:rsid w:val="00AB40C9"/>
    <w:rsid w:val="00AC531C"/>
    <w:rsid w:val="00AC676F"/>
    <w:rsid w:val="00AC7263"/>
    <w:rsid w:val="00AC7782"/>
    <w:rsid w:val="00AD07D1"/>
    <w:rsid w:val="00AD2493"/>
    <w:rsid w:val="00AD3DE1"/>
    <w:rsid w:val="00AD4195"/>
    <w:rsid w:val="00AE1844"/>
    <w:rsid w:val="00AE1D47"/>
    <w:rsid w:val="00AF10A0"/>
    <w:rsid w:val="00AF1602"/>
    <w:rsid w:val="00AF42E3"/>
    <w:rsid w:val="00AF6E10"/>
    <w:rsid w:val="00B02678"/>
    <w:rsid w:val="00B04E9A"/>
    <w:rsid w:val="00B05213"/>
    <w:rsid w:val="00B06A25"/>
    <w:rsid w:val="00B1441B"/>
    <w:rsid w:val="00B16731"/>
    <w:rsid w:val="00B20519"/>
    <w:rsid w:val="00B219E4"/>
    <w:rsid w:val="00B26CCC"/>
    <w:rsid w:val="00B36F19"/>
    <w:rsid w:val="00B40D32"/>
    <w:rsid w:val="00B42531"/>
    <w:rsid w:val="00B448C9"/>
    <w:rsid w:val="00B45239"/>
    <w:rsid w:val="00B4641F"/>
    <w:rsid w:val="00B46F8E"/>
    <w:rsid w:val="00B505EC"/>
    <w:rsid w:val="00B530E7"/>
    <w:rsid w:val="00B5323E"/>
    <w:rsid w:val="00B55E45"/>
    <w:rsid w:val="00B655E2"/>
    <w:rsid w:val="00B6709E"/>
    <w:rsid w:val="00B70837"/>
    <w:rsid w:val="00B72503"/>
    <w:rsid w:val="00B74044"/>
    <w:rsid w:val="00B76986"/>
    <w:rsid w:val="00B8142D"/>
    <w:rsid w:val="00B83212"/>
    <w:rsid w:val="00B8442A"/>
    <w:rsid w:val="00B84CBF"/>
    <w:rsid w:val="00B85274"/>
    <w:rsid w:val="00B91003"/>
    <w:rsid w:val="00B9451F"/>
    <w:rsid w:val="00BA5319"/>
    <w:rsid w:val="00BA6A3D"/>
    <w:rsid w:val="00BB2A9C"/>
    <w:rsid w:val="00BB3F31"/>
    <w:rsid w:val="00BC0A1A"/>
    <w:rsid w:val="00BC3EA1"/>
    <w:rsid w:val="00BC633C"/>
    <w:rsid w:val="00BC7C0E"/>
    <w:rsid w:val="00BD0C77"/>
    <w:rsid w:val="00BD0E21"/>
    <w:rsid w:val="00BD2062"/>
    <w:rsid w:val="00BD20EB"/>
    <w:rsid w:val="00BD7570"/>
    <w:rsid w:val="00BE00A6"/>
    <w:rsid w:val="00BE4A89"/>
    <w:rsid w:val="00BE618C"/>
    <w:rsid w:val="00BE6BB9"/>
    <w:rsid w:val="00BE7CD0"/>
    <w:rsid w:val="00BF4300"/>
    <w:rsid w:val="00BF7939"/>
    <w:rsid w:val="00C02E1A"/>
    <w:rsid w:val="00C03CF8"/>
    <w:rsid w:val="00C04760"/>
    <w:rsid w:val="00C04BF3"/>
    <w:rsid w:val="00C064B9"/>
    <w:rsid w:val="00C06601"/>
    <w:rsid w:val="00C10478"/>
    <w:rsid w:val="00C15FE0"/>
    <w:rsid w:val="00C272F1"/>
    <w:rsid w:val="00C303C9"/>
    <w:rsid w:val="00C312D4"/>
    <w:rsid w:val="00C3192C"/>
    <w:rsid w:val="00C328D4"/>
    <w:rsid w:val="00C34CEB"/>
    <w:rsid w:val="00C41AEA"/>
    <w:rsid w:val="00C4209F"/>
    <w:rsid w:val="00C55E1A"/>
    <w:rsid w:val="00C57A11"/>
    <w:rsid w:val="00C6002A"/>
    <w:rsid w:val="00C62DED"/>
    <w:rsid w:val="00C672A6"/>
    <w:rsid w:val="00C7344E"/>
    <w:rsid w:val="00C7457D"/>
    <w:rsid w:val="00C74849"/>
    <w:rsid w:val="00C860CE"/>
    <w:rsid w:val="00C86746"/>
    <w:rsid w:val="00C9140E"/>
    <w:rsid w:val="00C95CC1"/>
    <w:rsid w:val="00CA2DC4"/>
    <w:rsid w:val="00CA2FC5"/>
    <w:rsid w:val="00CA4809"/>
    <w:rsid w:val="00CA5A8A"/>
    <w:rsid w:val="00CA5D87"/>
    <w:rsid w:val="00CA60F2"/>
    <w:rsid w:val="00CB72D3"/>
    <w:rsid w:val="00CC33DE"/>
    <w:rsid w:val="00CC5C74"/>
    <w:rsid w:val="00CD3AB4"/>
    <w:rsid w:val="00CD3BEF"/>
    <w:rsid w:val="00CE10AF"/>
    <w:rsid w:val="00CE2597"/>
    <w:rsid w:val="00CE274A"/>
    <w:rsid w:val="00CE2B1B"/>
    <w:rsid w:val="00CE3DF6"/>
    <w:rsid w:val="00CE404B"/>
    <w:rsid w:val="00CE6C95"/>
    <w:rsid w:val="00CF5DB4"/>
    <w:rsid w:val="00D002C8"/>
    <w:rsid w:val="00D0063A"/>
    <w:rsid w:val="00D0168A"/>
    <w:rsid w:val="00D02E5D"/>
    <w:rsid w:val="00D10682"/>
    <w:rsid w:val="00D10AB0"/>
    <w:rsid w:val="00D14416"/>
    <w:rsid w:val="00D15E79"/>
    <w:rsid w:val="00D265CB"/>
    <w:rsid w:val="00D52E06"/>
    <w:rsid w:val="00D541F1"/>
    <w:rsid w:val="00D54D11"/>
    <w:rsid w:val="00D61EC7"/>
    <w:rsid w:val="00D66F87"/>
    <w:rsid w:val="00D72421"/>
    <w:rsid w:val="00D72D15"/>
    <w:rsid w:val="00D74E36"/>
    <w:rsid w:val="00D7539A"/>
    <w:rsid w:val="00D77A4F"/>
    <w:rsid w:val="00D8075C"/>
    <w:rsid w:val="00D80D2C"/>
    <w:rsid w:val="00D84731"/>
    <w:rsid w:val="00D84800"/>
    <w:rsid w:val="00D85A5D"/>
    <w:rsid w:val="00D86319"/>
    <w:rsid w:val="00D868F8"/>
    <w:rsid w:val="00D91424"/>
    <w:rsid w:val="00D97DAC"/>
    <w:rsid w:val="00DA0247"/>
    <w:rsid w:val="00DA052C"/>
    <w:rsid w:val="00DA5FE1"/>
    <w:rsid w:val="00DA6375"/>
    <w:rsid w:val="00DB1B32"/>
    <w:rsid w:val="00DB2157"/>
    <w:rsid w:val="00DB3F0E"/>
    <w:rsid w:val="00DB5AD6"/>
    <w:rsid w:val="00DB6E43"/>
    <w:rsid w:val="00DC3C5A"/>
    <w:rsid w:val="00DC5A47"/>
    <w:rsid w:val="00DD0086"/>
    <w:rsid w:val="00DD141E"/>
    <w:rsid w:val="00DD5FE5"/>
    <w:rsid w:val="00DD7872"/>
    <w:rsid w:val="00DE2234"/>
    <w:rsid w:val="00DE2FA1"/>
    <w:rsid w:val="00DE32B2"/>
    <w:rsid w:val="00DE4135"/>
    <w:rsid w:val="00DE55EF"/>
    <w:rsid w:val="00DE619E"/>
    <w:rsid w:val="00DF14F6"/>
    <w:rsid w:val="00DF24A2"/>
    <w:rsid w:val="00DF4B64"/>
    <w:rsid w:val="00E0154B"/>
    <w:rsid w:val="00E02991"/>
    <w:rsid w:val="00E02C9B"/>
    <w:rsid w:val="00E02E94"/>
    <w:rsid w:val="00E05D36"/>
    <w:rsid w:val="00E066E2"/>
    <w:rsid w:val="00E07231"/>
    <w:rsid w:val="00E12275"/>
    <w:rsid w:val="00E14131"/>
    <w:rsid w:val="00E14692"/>
    <w:rsid w:val="00E16CA5"/>
    <w:rsid w:val="00E328FF"/>
    <w:rsid w:val="00E32FDB"/>
    <w:rsid w:val="00E5255D"/>
    <w:rsid w:val="00E53227"/>
    <w:rsid w:val="00E53536"/>
    <w:rsid w:val="00E64D3B"/>
    <w:rsid w:val="00E64F73"/>
    <w:rsid w:val="00E749D1"/>
    <w:rsid w:val="00E80F36"/>
    <w:rsid w:val="00E87932"/>
    <w:rsid w:val="00E908E9"/>
    <w:rsid w:val="00E9372F"/>
    <w:rsid w:val="00E941EC"/>
    <w:rsid w:val="00E96B11"/>
    <w:rsid w:val="00E9701A"/>
    <w:rsid w:val="00EA4484"/>
    <w:rsid w:val="00EB20D8"/>
    <w:rsid w:val="00EB2B95"/>
    <w:rsid w:val="00EB47A1"/>
    <w:rsid w:val="00EC1373"/>
    <w:rsid w:val="00EC1E8D"/>
    <w:rsid w:val="00EC1F60"/>
    <w:rsid w:val="00EC6089"/>
    <w:rsid w:val="00EC6DC0"/>
    <w:rsid w:val="00EC71EC"/>
    <w:rsid w:val="00EC7DB8"/>
    <w:rsid w:val="00ED37CC"/>
    <w:rsid w:val="00ED39ED"/>
    <w:rsid w:val="00ED69BC"/>
    <w:rsid w:val="00ED7012"/>
    <w:rsid w:val="00ED75C7"/>
    <w:rsid w:val="00EE0F88"/>
    <w:rsid w:val="00EE4311"/>
    <w:rsid w:val="00EE513D"/>
    <w:rsid w:val="00EF54B5"/>
    <w:rsid w:val="00EF7904"/>
    <w:rsid w:val="00EF7A55"/>
    <w:rsid w:val="00F00D83"/>
    <w:rsid w:val="00F04844"/>
    <w:rsid w:val="00F0611C"/>
    <w:rsid w:val="00F13100"/>
    <w:rsid w:val="00F20165"/>
    <w:rsid w:val="00F26787"/>
    <w:rsid w:val="00F270D2"/>
    <w:rsid w:val="00F27BC4"/>
    <w:rsid w:val="00F30802"/>
    <w:rsid w:val="00F32A17"/>
    <w:rsid w:val="00F32BAA"/>
    <w:rsid w:val="00F344BD"/>
    <w:rsid w:val="00F34FEA"/>
    <w:rsid w:val="00F40F84"/>
    <w:rsid w:val="00F451E2"/>
    <w:rsid w:val="00F46688"/>
    <w:rsid w:val="00F53178"/>
    <w:rsid w:val="00F535DF"/>
    <w:rsid w:val="00F55314"/>
    <w:rsid w:val="00F56551"/>
    <w:rsid w:val="00F56C7E"/>
    <w:rsid w:val="00F57284"/>
    <w:rsid w:val="00F573BD"/>
    <w:rsid w:val="00F573C3"/>
    <w:rsid w:val="00F607AD"/>
    <w:rsid w:val="00F64E0F"/>
    <w:rsid w:val="00F67C24"/>
    <w:rsid w:val="00F72087"/>
    <w:rsid w:val="00F72098"/>
    <w:rsid w:val="00F73997"/>
    <w:rsid w:val="00F73E01"/>
    <w:rsid w:val="00F773D2"/>
    <w:rsid w:val="00F778F8"/>
    <w:rsid w:val="00F8142F"/>
    <w:rsid w:val="00F81432"/>
    <w:rsid w:val="00F8625F"/>
    <w:rsid w:val="00F86894"/>
    <w:rsid w:val="00F916A1"/>
    <w:rsid w:val="00F91BB5"/>
    <w:rsid w:val="00F942F2"/>
    <w:rsid w:val="00FA0A70"/>
    <w:rsid w:val="00FA2069"/>
    <w:rsid w:val="00FB4FBB"/>
    <w:rsid w:val="00FC0D88"/>
    <w:rsid w:val="00FC24D4"/>
    <w:rsid w:val="00FC56D4"/>
    <w:rsid w:val="00FD2327"/>
    <w:rsid w:val="00FF08A3"/>
    <w:rsid w:val="00FF0AC7"/>
    <w:rsid w:val="00FF10ED"/>
    <w:rsid w:val="00FF1FBC"/>
    <w:rsid w:val="00FF1FC9"/>
    <w:rsid w:val="00FF2E3C"/>
    <w:rsid w:val="00FF2F07"/>
    <w:rsid w:val="00FF41FA"/>
    <w:rsid w:val="00FF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66C1"/>
    <w:pPr>
      <w:spacing w:after="120"/>
      <w:jc w:val="both"/>
    </w:pPr>
    <w:rPr>
      <w:sz w:val="22"/>
    </w:rPr>
  </w:style>
  <w:style w:type="paragraph" w:styleId="Nadpis1">
    <w:name w:val="heading 1"/>
    <w:basedOn w:val="Normln"/>
    <w:next w:val="Normln"/>
    <w:qFormat/>
    <w:rsid w:val="006036F6"/>
    <w:pPr>
      <w:keepNext/>
      <w:keepLines/>
      <w:pageBreakBefore/>
      <w:numPr>
        <w:numId w:val="3"/>
      </w:numPr>
      <w:spacing w:before="480" w:after="0"/>
      <w:jc w:val="left"/>
      <w:outlineLvl w:val="0"/>
    </w:pPr>
    <w:rPr>
      <w:rFonts w:ascii="Segoe UI" w:hAnsi="Segoe UI" w:cs="Segoe UI"/>
      <w:b/>
      <w:bCs/>
      <w:color w:val="365F91"/>
      <w:sz w:val="28"/>
      <w:szCs w:val="28"/>
    </w:rPr>
  </w:style>
  <w:style w:type="paragraph" w:styleId="Nadpis2">
    <w:name w:val="heading 2"/>
    <w:next w:val="odsazentext"/>
    <w:qFormat/>
    <w:rsid w:val="00A86501"/>
    <w:pPr>
      <w:keepLines/>
      <w:numPr>
        <w:ilvl w:val="1"/>
        <w:numId w:val="3"/>
      </w:numPr>
      <w:tabs>
        <w:tab w:val="left" w:pos="1134"/>
      </w:tabs>
      <w:spacing w:before="200" w:after="24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qFormat/>
    <w:rsid w:val="00A86501"/>
    <w:pPr>
      <w:keepNext/>
      <w:numPr>
        <w:ilvl w:val="2"/>
        <w:numId w:val="3"/>
      </w:numPr>
      <w:tabs>
        <w:tab w:val="left" w:pos="709"/>
      </w:tabs>
      <w:spacing w:before="240"/>
      <w:outlineLvl w:val="2"/>
    </w:pPr>
    <w:rPr>
      <w:rFonts w:ascii="Cambria" w:hAnsi="Cambria"/>
      <w:b/>
      <w:bCs/>
      <w:iCs/>
      <w:color w:val="548DD4"/>
      <w:szCs w:val="26"/>
      <w:lang w:val="en-US"/>
    </w:rPr>
  </w:style>
  <w:style w:type="paragraph" w:styleId="Nadpis4">
    <w:name w:val="heading 4"/>
    <w:basedOn w:val="Normln"/>
    <w:next w:val="Normln"/>
    <w:qFormat/>
    <w:rsid w:val="00B40D32"/>
    <w:pPr>
      <w:numPr>
        <w:ilvl w:val="3"/>
        <w:numId w:val="4"/>
      </w:numPr>
      <w:spacing w:before="120"/>
      <w:ind w:hanging="1728"/>
      <w:outlineLvl w:val="3"/>
    </w:pPr>
    <w:rPr>
      <w:rFonts w:ascii="Cambria" w:hAnsi="Cambria"/>
      <w:bCs/>
      <w:i/>
      <w:color w:val="548DD4"/>
      <w:szCs w:val="22"/>
    </w:rPr>
  </w:style>
  <w:style w:type="paragraph" w:styleId="Nadpis5">
    <w:name w:val="heading 5"/>
    <w:basedOn w:val="Normln"/>
    <w:next w:val="Normln"/>
    <w:qFormat/>
    <w:rsid w:val="009E6CA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E6CA6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9E6CA6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9E6CA6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9E6CA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text">
    <w:name w:val="odsazený text"/>
    <w:basedOn w:val="Normln"/>
    <w:rsid w:val="00B8142D"/>
    <w:pPr>
      <w:ind w:left="709"/>
    </w:pPr>
  </w:style>
  <w:style w:type="paragraph" w:styleId="Zhlav">
    <w:name w:val="header"/>
    <w:basedOn w:val="Normln"/>
    <w:rsid w:val="00BE7CD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E7CD0"/>
    <w:pPr>
      <w:tabs>
        <w:tab w:val="center" w:pos="4536"/>
        <w:tab w:val="right" w:pos="9072"/>
      </w:tabs>
    </w:pPr>
  </w:style>
  <w:style w:type="paragraph" w:customStyle="1" w:styleId="tucne">
    <w:name w:val="tucne"/>
    <w:basedOn w:val="Normln"/>
    <w:rsid w:val="001C62D9"/>
    <w:pPr>
      <w:keepNext/>
      <w:spacing w:before="120"/>
    </w:pPr>
    <w:rPr>
      <w:b/>
    </w:rPr>
  </w:style>
  <w:style w:type="paragraph" w:customStyle="1" w:styleId="puntik">
    <w:name w:val="puntik"/>
    <w:basedOn w:val="Normln"/>
    <w:link w:val="puntikChar"/>
    <w:rsid w:val="006B6EB2"/>
    <w:pPr>
      <w:numPr>
        <w:numId w:val="2"/>
      </w:numPr>
      <w:spacing w:after="0"/>
    </w:pPr>
  </w:style>
  <w:style w:type="character" w:customStyle="1" w:styleId="puntikChar">
    <w:name w:val="puntik Char"/>
    <w:basedOn w:val="puntixChar"/>
    <w:link w:val="puntik"/>
    <w:rsid w:val="006B6EB2"/>
    <w:rPr>
      <w:sz w:val="22"/>
    </w:rPr>
  </w:style>
  <w:style w:type="character" w:customStyle="1" w:styleId="puntixChar">
    <w:name w:val="puntix Char"/>
    <w:link w:val="puntix"/>
    <w:rsid w:val="006B6EB2"/>
    <w:rPr>
      <w:sz w:val="22"/>
    </w:rPr>
  </w:style>
  <w:style w:type="paragraph" w:customStyle="1" w:styleId="puntix">
    <w:name w:val="puntix"/>
    <w:basedOn w:val="puntik"/>
    <w:next w:val="puntik"/>
    <w:link w:val="puntixChar"/>
    <w:rsid w:val="006B6EB2"/>
    <w:pPr>
      <w:spacing w:after="120"/>
    </w:pPr>
  </w:style>
  <w:style w:type="paragraph" w:customStyle="1" w:styleId="Neslodstavec">
    <w:name w:val="Nečísl odstavec"/>
    <w:basedOn w:val="Nadpis3"/>
    <w:next w:val="Normln"/>
    <w:rsid w:val="001C62D9"/>
    <w:pPr>
      <w:widowControl w:val="0"/>
      <w:autoSpaceDE w:val="0"/>
      <w:autoSpaceDN w:val="0"/>
      <w:spacing w:before="360" w:after="0"/>
      <w:jc w:val="left"/>
      <w:outlineLvl w:val="9"/>
    </w:pPr>
    <w:rPr>
      <w:iCs w:val="0"/>
      <w:szCs w:val="22"/>
    </w:rPr>
  </w:style>
  <w:style w:type="paragraph" w:customStyle="1" w:styleId="odsazentun">
    <w:name w:val="odsazený tučný"/>
    <w:basedOn w:val="odsazentext"/>
    <w:rsid w:val="00C272F1"/>
    <w:rPr>
      <w:b/>
      <w:i/>
    </w:rPr>
  </w:style>
  <w:style w:type="paragraph" w:customStyle="1" w:styleId="odsaz2">
    <w:name w:val="odsaz2"/>
    <w:basedOn w:val="tabelovantext"/>
    <w:rsid w:val="00D54D11"/>
    <w:pPr>
      <w:tabs>
        <w:tab w:val="clear" w:pos="2835"/>
        <w:tab w:val="left" w:pos="993"/>
      </w:tabs>
      <w:ind w:left="992" w:firstLine="0"/>
    </w:pPr>
  </w:style>
  <w:style w:type="paragraph" w:customStyle="1" w:styleId="tabelovantext">
    <w:name w:val="tabelovaný text"/>
    <w:basedOn w:val="Normln"/>
    <w:rsid w:val="00476C16"/>
    <w:pPr>
      <w:tabs>
        <w:tab w:val="left" w:pos="2835"/>
      </w:tabs>
      <w:ind w:left="2835" w:hanging="2835"/>
    </w:pPr>
  </w:style>
  <w:style w:type="paragraph" w:customStyle="1" w:styleId="odsaz2x">
    <w:name w:val="odsaz2x"/>
    <w:basedOn w:val="odsaz2"/>
    <w:rsid w:val="00D265CB"/>
  </w:style>
  <w:style w:type="paragraph" w:customStyle="1" w:styleId="anotace">
    <w:name w:val="anotace"/>
    <w:basedOn w:val="Zkladntextodsazen"/>
    <w:link w:val="anotaceChar"/>
    <w:rsid w:val="00052E0C"/>
    <w:pPr>
      <w:tabs>
        <w:tab w:val="left" w:leader="dot" w:pos="3402"/>
      </w:tabs>
      <w:spacing w:after="0"/>
    </w:pPr>
  </w:style>
  <w:style w:type="paragraph" w:styleId="Zkladntextodsazen">
    <w:name w:val="Body Text Indent"/>
    <w:basedOn w:val="Zkladntext"/>
    <w:link w:val="ZkladntextodsazenChar"/>
    <w:rsid w:val="00C57A11"/>
    <w:pPr>
      <w:ind w:left="709"/>
    </w:pPr>
  </w:style>
  <w:style w:type="paragraph" w:styleId="Zkladntext">
    <w:name w:val="Body Text"/>
    <w:basedOn w:val="Normln"/>
    <w:link w:val="ZkladntextChar"/>
    <w:rsid w:val="00C57A11"/>
    <w:pPr>
      <w:jc w:val="left"/>
    </w:pPr>
  </w:style>
  <w:style w:type="character" w:customStyle="1" w:styleId="ZkladntextChar">
    <w:name w:val="Základní text Char"/>
    <w:link w:val="Zkladntext"/>
    <w:rsid w:val="00C57A11"/>
    <w:rPr>
      <w:sz w:val="22"/>
      <w:lang w:val="cs-CZ" w:eastAsia="cs-CZ" w:bidi="ar-SA"/>
    </w:rPr>
  </w:style>
  <w:style w:type="character" w:customStyle="1" w:styleId="ZkladntextodsazenChar">
    <w:name w:val="Základní text odsazený Char"/>
    <w:basedOn w:val="ZkladntextChar"/>
    <w:link w:val="Zkladntextodsazen"/>
    <w:rsid w:val="00C57A11"/>
    <w:rPr>
      <w:sz w:val="22"/>
      <w:lang w:val="cs-CZ" w:eastAsia="cs-CZ" w:bidi="ar-SA"/>
    </w:rPr>
  </w:style>
  <w:style w:type="character" w:customStyle="1" w:styleId="anotaceChar">
    <w:name w:val="anotace Char"/>
    <w:basedOn w:val="ZkladntextodsazenChar"/>
    <w:link w:val="anotace"/>
    <w:rsid w:val="00052E0C"/>
    <w:rPr>
      <w:sz w:val="22"/>
      <w:lang w:val="cs-CZ" w:eastAsia="cs-CZ" w:bidi="ar-SA"/>
    </w:rPr>
  </w:style>
  <w:style w:type="paragraph" w:customStyle="1" w:styleId="ad">
    <w:name w:val="ad"/>
    <w:basedOn w:val="Normln"/>
    <w:rsid w:val="008F48CB"/>
    <w:pPr>
      <w:spacing w:before="60" w:after="60"/>
    </w:pPr>
    <w:rPr>
      <w:b/>
    </w:rPr>
  </w:style>
  <w:style w:type="paragraph" w:styleId="Podtitul">
    <w:name w:val="Subtitle"/>
    <w:basedOn w:val="Normln"/>
    <w:qFormat/>
    <w:rsid w:val="002C4861"/>
    <w:pPr>
      <w:spacing w:before="240" w:after="360"/>
      <w:jc w:val="center"/>
    </w:pPr>
    <w:rPr>
      <w:rFonts w:ascii="Arial" w:hAnsi="Arial"/>
      <w:b/>
      <w:caps/>
      <w:sz w:val="28"/>
    </w:rPr>
  </w:style>
  <w:style w:type="paragraph" w:styleId="Textkomente">
    <w:name w:val="annotation text"/>
    <w:basedOn w:val="Normln"/>
    <w:link w:val="TextkomenteChar"/>
    <w:semiHidden/>
    <w:rsid w:val="00777DF9"/>
    <w:pPr>
      <w:autoSpaceDE w:val="0"/>
      <w:autoSpaceDN w:val="0"/>
      <w:spacing w:after="0" w:line="264" w:lineRule="auto"/>
    </w:pPr>
    <w:rPr>
      <w:sz w:val="24"/>
      <w:szCs w:val="24"/>
    </w:rPr>
  </w:style>
  <w:style w:type="paragraph" w:customStyle="1" w:styleId="psmeno">
    <w:name w:val="písmeno"/>
    <w:basedOn w:val="Normln"/>
    <w:rsid w:val="00C328D4"/>
    <w:pPr>
      <w:tabs>
        <w:tab w:val="num" w:pos="1134"/>
      </w:tabs>
      <w:autoSpaceDE w:val="0"/>
      <w:autoSpaceDN w:val="0"/>
      <w:spacing w:line="264" w:lineRule="auto"/>
      <w:ind w:left="1134" w:hanging="425"/>
    </w:pPr>
    <w:rPr>
      <w:rFonts w:eastAsia="MS Mincho"/>
      <w:bCs/>
      <w:szCs w:val="22"/>
    </w:rPr>
  </w:style>
  <w:style w:type="paragraph" w:customStyle="1" w:styleId="puntik2">
    <w:name w:val="puntik2"/>
    <w:basedOn w:val="puntik"/>
    <w:rsid w:val="00317135"/>
    <w:pPr>
      <w:tabs>
        <w:tab w:val="num" w:pos="1418"/>
      </w:tabs>
      <w:ind w:left="1418" w:hanging="284"/>
    </w:pPr>
  </w:style>
  <w:style w:type="paragraph" w:customStyle="1" w:styleId="puntik2x">
    <w:name w:val="puntik2x"/>
    <w:basedOn w:val="puntik2"/>
    <w:rsid w:val="00EE4311"/>
    <w:pPr>
      <w:spacing w:after="120"/>
    </w:pPr>
  </w:style>
  <w:style w:type="paragraph" w:styleId="Textbubliny">
    <w:name w:val="Balloon Text"/>
    <w:basedOn w:val="Normln"/>
    <w:semiHidden/>
    <w:rsid w:val="002F4FB2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35D73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52026C"/>
  </w:style>
  <w:style w:type="paragraph" w:styleId="Obsah2">
    <w:name w:val="toc 2"/>
    <w:basedOn w:val="Normln"/>
    <w:next w:val="Normln"/>
    <w:autoRedefine/>
    <w:uiPriority w:val="39"/>
    <w:rsid w:val="0052026C"/>
    <w:pPr>
      <w:ind w:left="220"/>
    </w:pPr>
  </w:style>
  <w:style w:type="paragraph" w:styleId="Obsah3">
    <w:name w:val="toc 3"/>
    <w:basedOn w:val="Normln"/>
    <w:next w:val="Normln"/>
    <w:autoRedefine/>
    <w:uiPriority w:val="39"/>
    <w:rsid w:val="0052026C"/>
    <w:pPr>
      <w:ind w:left="440"/>
    </w:pPr>
  </w:style>
  <w:style w:type="paragraph" w:styleId="Obsah4">
    <w:name w:val="toc 4"/>
    <w:basedOn w:val="Normln"/>
    <w:next w:val="Normln"/>
    <w:autoRedefine/>
    <w:uiPriority w:val="39"/>
    <w:rsid w:val="00317135"/>
    <w:pPr>
      <w:spacing w:after="0"/>
      <w:ind w:left="720"/>
      <w:jc w:val="left"/>
    </w:pPr>
    <w:rPr>
      <w:sz w:val="24"/>
      <w:szCs w:val="24"/>
    </w:rPr>
  </w:style>
  <w:style w:type="paragraph" w:styleId="Obsah5">
    <w:name w:val="toc 5"/>
    <w:basedOn w:val="Normln"/>
    <w:next w:val="Normln"/>
    <w:autoRedefine/>
    <w:uiPriority w:val="39"/>
    <w:rsid w:val="00317135"/>
    <w:pPr>
      <w:spacing w:after="0"/>
      <w:ind w:left="960"/>
      <w:jc w:val="left"/>
    </w:pPr>
    <w:rPr>
      <w:sz w:val="24"/>
      <w:szCs w:val="24"/>
    </w:rPr>
  </w:style>
  <w:style w:type="paragraph" w:styleId="Obsah6">
    <w:name w:val="toc 6"/>
    <w:basedOn w:val="Normln"/>
    <w:next w:val="Normln"/>
    <w:autoRedefine/>
    <w:uiPriority w:val="39"/>
    <w:rsid w:val="00317135"/>
    <w:pPr>
      <w:spacing w:after="0"/>
      <w:ind w:left="1200"/>
      <w:jc w:val="left"/>
    </w:pPr>
    <w:rPr>
      <w:sz w:val="24"/>
      <w:szCs w:val="24"/>
    </w:rPr>
  </w:style>
  <w:style w:type="paragraph" w:styleId="Obsah7">
    <w:name w:val="toc 7"/>
    <w:basedOn w:val="Normln"/>
    <w:next w:val="Normln"/>
    <w:autoRedefine/>
    <w:uiPriority w:val="39"/>
    <w:rsid w:val="00317135"/>
    <w:pPr>
      <w:spacing w:after="0"/>
      <w:ind w:left="1440"/>
      <w:jc w:val="left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rsid w:val="00317135"/>
    <w:pPr>
      <w:spacing w:after="0"/>
      <w:ind w:left="1680"/>
      <w:jc w:val="left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rsid w:val="00317135"/>
    <w:pPr>
      <w:spacing w:after="0"/>
      <w:ind w:left="1920"/>
      <w:jc w:val="left"/>
    </w:pPr>
    <w:rPr>
      <w:sz w:val="24"/>
      <w:szCs w:val="24"/>
    </w:rPr>
  </w:style>
  <w:style w:type="character" w:styleId="Hypertextovodkaz">
    <w:name w:val="Hyperlink"/>
    <w:uiPriority w:val="99"/>
    <w:rsid w:val="009D2D8E"/>
    <w:rPr>
      <w:color w:val="0000FF"/>
      <w:u w:val="single"/>
    </w:rPr>
  </w:style>
  <w:style w:type="paragraph" w:styleId="Zkladntext2">
    <w:name w:val="Body Text 2"/>
    <w:basedOn w:val="Normln"/>
    <w:rsid w:val="00BD2062"/>
    <w:pPr>
      <w:spacing w:line="480" w:lineRule="auto"/>
    </w:pPr>
  </w:style>
  <w:style w:type="table" w:styleId="Mkatabulky">
    <w:name w:val="Table Grid"/>
    <w:basedOn w:val="Normlntabulka"/>
    <w:rsid w:val="00D541F1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4818D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4818D0"/>
    <w:rPr>
      <w:rFonts w:ascii="Calibri" w:hAnsi="Calibri"/>
      <w:sz w:val="22"/>
      <w:szCs w:val="22"/>
      <w:lang w:val="cs-CZ" w:eastAsia="en-US" w:bidi="ar-SA"/>
    </w:rPr>
  </w:style>
  <w:style w:type="paragraph" w:styleId="Titulek">
    <w:name w:val="caption"/>
    <w:basedOn w:val="Normln"/>
    <w:next w:val="Normln"/>
    <w:uiPriority w:val="35"/>
    <w:unhideWhenUsed/>
    <w:qFormat/>
    <w:rsid w:val="00D0168A"/>
    <w:rPr>
      <w:b/>
      <w:bCs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71EC"/>
    <w:pPr>
      <w:autoSpaceDE/>
      <w:autoSpaceDN/>
      <w:spacing w:after="120" w:line="240" w:lineRule="auto"/>
    </w:pPr>
    <w:rPr>
      <w:b/>
      <w:bCs/>
      <w:sz w:val="20"/>
      <w:szCs w:val="20"/>
    </w:rPr>
  </w:style>
  <w:style w:type="character" w:customStyle="1" w:styleId="TextkomenteChar">
    <w:name w:val="Text komentáře Char"/>
    <w:link w:val="Textkomente"/>
    <w:semiHidden/>
    <w:rsid w:val="00EC71EC"/>
    <w:rPr>
      <w:sz w:val="24"/>
      <w:szCs w:val="24"/>
    </w:rPr>
  </w:style>
  <w:style w:type="character" w:customStyle="1" w:styleId="PedmtkomenteChar">
    <w:name w:val="Předmět komentáře Char"/>
    <w:basedOn w:val="TextkomenteChar"/>
    <w:link w:val="Pedmtkomente"/>
    <w:rsid w:val="00EC71EC"/>
    <w:rPr>
      <w:sz w:val="24"/>
      <w:szCs w:val="24"/>
    </w:rPr>
  </w:style>
  <w:style w:type="paragraph" w:customStyle="1" w:styleId="Numm1">
    <w:name w:val="Numm§ 1"/>
    <w:basedOn w:val="Normln"/>
    <w:next w:val="Normln"/>
    <w:rsid w:val="00491991"/>
    <w:pPr>
      <w:numPr>
        <w:numId w:val="6"/>
      </w:numPr>
      <w:spacing w:after="0"/>
      <w:jc w:val="center"/>
    </w:pPr>
    <w:rPr>
      <w:b/>
      <w:sz w:val="24"/>
      <w:szCs w:val="24"/>
    </w:rPr>
  </w:style>
  <w:style w:type="paragraph" w:customStyle="1" w:styleId="Numm2">
    <w:name w:val="Numm§ 2"/>
    <w:basedOn w:val="Normln"/>
    <w:next w:val="Normln"/>
    <w:rsid w:val="00491991"/>
    <w:pPr>
      <w:numPr>
        <w:ilvl w:val="1"/>
        <w:numId w:val="6"/>
      </w:numPr>
      <w:spacing w:after="0"/>
      <w:jc w:val="left"/>
    </w:pPr>
    <w:rPr>
      <w:sz w:val="24"/>
      <w:szCs w:val="24"/>
    </w:rPr>
  </w:style>
  <w:style w:type="paragraph" w:customStyle="1" w:styleId="Numm3">
    <w:name w:val="Numm§ 3"/>
    <w:basedOn w:val="Normln"/>
    <w:next w:val="Normln"/>
    <w:rsid w:val="00491991"/>
    <w:pPr>
      <w:numPr>
        <w:ilvl w:val="2"/>
        <w:numId w:val="6"/>
      </w:numPr>
      <w:spacing w:after="0"/>
      <w:jc w:val="left"/>
    </w:pPr>
    <w:rPr>
      <w:sz w:val="24"/>
      <w:szCs w:val="24"/>
    </w:rPr>
  </w:style>
  <w:style w:type="paragraph" w:customStyle="1" w:styleId="FettZentriert">
    <w:name w:val="Fett+Zentriert"/>
    <w:basedOn w:val="Normln"/>
    <w:next w:val="Normln"/>
    <w:rsid w:val="00491991"/>
    <w:pPr>
      <w:spacing w:after="0"/>
      <w:jc w:val="center"/>
    </w:pPr>
    <w:rPr>
      <w:b/>
      <w:sz w:val="24"/>
      <w:szCs w:val="24"/>
    </w:rPr>
  </w:style>
  <w:style w:type="paragraph" w:styleId="Seznam3">
    <w:name w:val="List 3"/>
    <w:basedOn w:val="Normln"/>
    <w:semiHidden/>
    <w:rsid w:val="00491991"/>
    <w:pPr>
      <w:spacing w:after="0"/>
      <w:ind w:left="566" w:hanging="283"/>
    </w:pPr>
    <w:rPr>
      <w:sz w:val="24"/>
    </w:rPr>
  </w:style>
  <w:style w:type="paragraph" w:customStyle="1" w:styleId="Normln1">
    <w:name w:val="Normální1"/>
    <w:rsid w:val="00D80D2C"/>
    <w:rPr>
      <w:rFonts w:eastAsia="ヒラギノ角ゴ Pro W3"/>
      <w:color w:val="000000"/>
      <w:sz w:val="24"/>
    </w:rPr>
  </w:style>
  <w:style w:type="paragraph" w:customStyle="1" w:styleId="Zkladntext1">
    <w:name w:val="Základní text1"/>
    <w:autoRedefine/>
    <w:rsid w:val="00D80D2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tLeast"/>
      <w:jc w:val="center"/>
    </w:pPr>
    <w:rPr>
      <w:rFonts w:ascii="Century Gothic" w:eastAsia="ヒラギノ角ゴ Pro W3" w:hAnsi="Century Gothic" w:cs="Tahoma"/>
      <w:b/>
      <w:sz w:val="24"/>
      <w:szCs w:val="24"/>
    </w:rPr>
  </w:style>
  <w:style w:type="paragraph" w:customStyle="1" w:styleId="nazev">
    <w:name w:val="nazev"/>
    <w:basedOn w:val="Normln"/>
    <w:rsid w:val="00CE2B1B"/>
    <w:pPr>
      <w:pBdr>
        <w:bottom w:val="single" w:sz="12" w:space="3" w:color="auto"/>
      </w:pBdr>
      <w:jc w:val="center"/>
    </w:pPr>
    <w:rPr>
      <w:rFonts w:ascii="Arial" w:hAnsi="Arial"/>
      <w:b/>
      <w:sz w:val="28"/>
    </w:rPr>
  </w:style>
  <w:style w:type="paragraph" w:customStyle="1" w:styleId="smlouva">
    <w:name w:val="smlouva"/>
    <w:basedOn w:val="nazev"/>
    <w:rsid w:val="00CE2B1B"/>
    <w:pPr>
      <w:spacing w:before="600"/>
    </w:pPr>
    <w:rPr>
      <w:caps/>
      <w:sz w:val="36"/>
    </w:rPr>
  </w:style>
  <w:style w:type="paragraph" w:styleId="Nadpisobsahu">
    <w:name w:val="TOC Heading"/>
    <w:basedOn w:val="Nadpis1"/>
    <w:next w:val="Normln"/>
    <w:uiPriority w:val="39"/>
    <w:unhideWhenUsed/>
    <w:qFormat/>
    <w:rsid w:val="002574F6"/>
    <w:pPr>
      <w:pageBreakBefore w:val="0"/>
      <w:numPr>
        <w:numId w:val="0"/>
      </w:numPr>
      <w:spacing w:line="276" w:lineRule="auto"/>
      <w:outlineLvl w:val="9"/>
    </w:pPr>
    <w:rPr>
      <w:rFonts w:ascii="Cambria" w:hAnsi="Cambria" w:cs="Times New Roman"/>
    </w:rPr>
  </w:style>
  <w:style w:type="paragraph" w:customStyle="1" w:styleId="Textkomente1">
    <w:name w:val="Text komentáře1"/>
    <w:basedOn w:val="Normln"/>
    <w:rsid w:val="002574F6"/>
    <w:pPr>
      <w:suppressAutoHyphens/>
      <w:spacing w:after="0"/>
    </w:pPr>
    <w:rPr>
      <w:rFonts w:ascii="Arial" w:hAnsi="Arial"/>
      <w:sz w:val="20"/>
      <w:lang w:eastAsia="ar-SA"/>
    </w:rPr>
  </w:style>
  <w:style w:type="paragraph" w:styleId="Normlnweb">
    <w:name w:val="Normal (Web)"/>
    <w:basedOn w:val="Normln"/>
    <w:uiPriority w:val="99"/>
    <w:rsid w:val="00E9372F"/>
    <w:pPr>
      <w:spacing w:before="100" w:beforeAutospacing="1" w:after="100" w:afterAutospacing="1"/>
      <w:jc w:val="left"/>
    </w:pPr>
    <w:rPr>
      <w:rFonts w:ascii="Arial Unicode MS" w:eastAsia="Arial Unicode MS" w:hAnsi="Arial Unicode MS"/>
      <w:sz w:val="24"/>
      <w:szCs w:val="24"/>
    </w:rPr>
  </w:style>
  <w:style w:type="paragraph" w:styleId="Nzev">
    <w:name w:val="Title"/>
    <w:basedOn w:val="Normln"/>
    <w:link w:val="NzevChar"/>
    <w:qFormat/>
    <w:rsid w:val="00E9372F"/>
    <w:pPr>
      <w:spacing w:after="0"/>
      <w:jc w:val="center"/>
    </w:pPr>
    <w:rPr>
      <w:b/>
      <w:sz w:val="28"/>
      <w:szCs w:val="24"/>
    </w:rPr>
  </w:style>
  <w:style w:type="character" w:customStyle="1" w:styleId="NzevChar">
    <w:name w:val="Název Char"/>
    <w:link w:val="Nzev"/>
    <w:uiPriority w:val="99"/>
    <w:rsid w:val="00E9372F"/>
    <w:rPr>
      <w:b/>
      <w:sz w:val="28"/>
      <w:szCs w:val="24"/>
    </w:rPr>
  </w:style>
  <w:style w:type="character" w:styleId="Znakapoznpodarou">
    <w:name w:val="footnote reference"/>
    <w:semiHidden/>
    <w:rsid w:val="00E9372F"/>
    <w:rPr>
      <w:vertAlign w:val="superscript"/>
    </w:rPr>
  </w:style>
  <w:style w:type="paragraph" w:customStyle="1" w:styleId="Normalni-slovn">
    <w:name w:val="Normalni - Číslování"/>
    <w:basedOn w:val="Normln"/>
    <w:rsid w:val="00E9372F"/>
    <w:pPr>
      <w:numPr>
        <w:numId w:val="8"/>
      </w:numPr>
      <w:tabs>
        <w:tab w:val="left" w:pos="360"/>
      </w:tabs>
    </w:pPr>
    <w:rPr>
      <w:rFonts w:ascii="Arial Narrow" w:hAnsi="Arial Narrow"/>
      <w:szCs w:val="24"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BE00A6"/>
    <w:pPr>
      <w:jc w:val="center"/>
    </w:pPr>
    <w:rPr>
      <w:rFonts w:ascii="Arial Narrow" w:hAnsi="Arial Narrow"/>
      <w:b/>
      <w:bCs/>
    </w:rPr>
  </w:style>
  <w:style w:type="paragraph" w:customStyle="1" w:styleId="Nazev-Podnazev-Zakazka">
    <w:name w:val="Nazev-Podnazev-Zakazka"/>
    <w:basedOn w:val="Normln"/>
    <w:next w:val="Normln"/>
    <w:rsid w:val="00BE00A6"/>
    <w:pPr>
      <w:widowControl w:val="0"/>
      <w:jc w:val="center"/>
    </w:pPr>
    <w:rPr>
      <w:rFonts w:ascii="Arial Narrow" w:hAnsi="Arial Narrow" w:cs="Arial"/>
      <w:b/>
      <w:sz w:val="28"/>
      <w:szCs w:val="28"/>
    </w:rPr>
  </w:style>
  <w:style w:type="character" w:customStyle="1" w:styleId="Normalni-TunnastedChar">
    <w:name w:val="Normalni - Tučné na střed Char"/>
    <w:link w:val="Normalni-Tunnasted"/>
    <w:locked/>
    <w:rsid w:val="00BE00A6"/>
    <w:rPr>
      <w:rFonts w:ascii="Arial Narrow" w:hAnsi="Arial Narrow"/>
      <w:b/>
      <w:bCs/>
      <w:sz w:val="22"/>
    </w:rPr>
  </w:style>
  <w:style w:type="character" w:customStyle="1" w:styleId="StylTun">
    <w:name w:val="Styl Tučné"/>
    <w:rsid w:val="00BE00A6"/>
    <w:rPr>
      <w:rFonts w:ascii="Arial Narrow" w:hAnsi="Arial Narrow"/>
      <w:b/>
      <w:sz w:val="24"/>
    </w:rPr>
  </w:style>
  <w:style w:type="character" w:customStyle="1" w:styleId="Odkaz">
    <w:name w:val="Odkaz"/>
    <w:rsid w:val="00BC7C0E"/>
    <w:rPr>
      <w:i/>
      <w:iCs/>
    </w:rPr>
  </w:style>
  <w:style w:type="paragraph" w:styleId="Textpoznpodarou">
    <w:name w:val="footnote text"/>
    <w:basedOn w:val="Normln"/>
    <w:link w:val="TextpoznpodarouChar"/>
    <w:semiHidden/>
    <w:rsid w:val="00BC7C0E"/>
    <w:pPr>
      <w:spacing w:after="0"/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C7C0E"/>
  </w:style>
  <w:style w:type="character" w:styleId="slostrnky">
    <w:name w:val="page number"/>
    <w:rsid w:val="00757257"/>
  </w:style>
  <w:style w:type="paragraph" w:styleId="Normlnodsazen">
    <w:name w:val="Normal Indent"/>
    <w:basedOn w:val="Normln"/>
    <w:rsid w:val="002F6770"/>
    <w:pPr>
      <w:ind w:left="720"/>
    </w:pPr>
    <w:rPr>
      <w:sz w:val="20"/>
    </w:rPr>
  </w:style>
  <w:style w:type="paragraph" w:customStyle="1" w:styleId="poslednipuntik">
    <w:name w:val="posledni puntik"/>
    <w:basedOn w:val="puntik"/>
    <w:next w:val="Normlnodsazen"/>
    <w:rsid w:val="002F6770"/>
    <w:pPr>
      <w:tabs>
        <w:tab w:val="clear" w:pos="720"/>
      </w:tabs>
      <w:spacing w:after="120"/>
      <w:ind w:left="993" w:hanging="284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0B1BC1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66C1"/>
    <w:pPr>
      <w:spacing w:after="120"/>
      <w:jc w:val="both"/>
    </w:pPr>
    <w:rPr>
      <w:sz w:val="22"/>
    </w:rPr>
  </w:style>
  <w:style w:type="paragraph" w:styleId="Nadpis1">
    <w:name w:val="heading 1"/>
    <w:basedOn w:val="Normln"/>
    <w:next w:val="Normln"/>
    <w:qFormat/>
    <w:rsid w:val="006036F6"/>
    <w:pPr>
      <w:keepNext/>
      <w:keepLines/>
      <w:pageBreakBefore/>
      <w:numPr>
        <w:numId w:val="3"/>
      </w:numPr>
      <w:spacing w:before="480" w:after="0"/>
      <w:jc w:val="left"/>
      <w:outlineLvl w:val="0"/>
    </w:pPr>
    <w:rPr>
      <w:rFonts w:ascii="Segoe UI" w:hAnsi="Segoe UI" w:cs="Segoe UI"/>
      <w:b/>
      <w:bCs/>
      <w:color w:val="365F91"/>
      <w:sz w:val="28"/>
      <w:szCs w:val="28"/>
    </w:rPr>
  </w:style>
  <w:style w:type="paragraph" w:styleId="Nadpis2">
    <w:name w:val="heading 2"/>
    <w:next w:val="odsazentext"/>
    <w:qFormat/>
    <w:rsid w:val="00A86501"/>
    <w:pPr>
      <w:keepLines/>
      <w:numPr>
        <w:ilvl w:val="1"/>
        <w:numId w:val="3"/>
      </w:numPr>
      <w:tabs>
        <w:tab w:val="left" w:pos="1134"/>
      </w:tabs>
      <w:spacing w:before="200" w:after="24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qFormat/>
    <w:rsid w:val="00A86501"/>
    <w:pPr>
      <w:keepNext/>
      <w:numPr>
        <w:ilvl w:val="2"/>
        <w:numId w:val="3"/>
      </w:numPr>
      <w:tabs>
        <w:tab w:val="left" w:pos="709"/>
      </w:tabs>
      <w:spacing w:before="240"/>
      <w:outlineLvl w:val="2"/>
    </w:pPr>
    <w:rPr>
      <w:rFonts w:ascii="Cambria" w:hAnsi="Cambria"/>
      <w:b/>
      <w:bCs/>
      <w:iCs/>
      <w:color w:val="548DD4"/>
      <w:szCs w:val="26"/>
      <w:lang w:val="en-US"/>
    </w:rPr>
  </w:style>
  <w:style w:type="paragraph" w:styleId="Nadpis4">
    <w:name w:val="heading 4"/>
    <w:basedOn w:val="Normln"/>
    <w:next w:val="Normln"/>
    <w:qFormat/>
    <w:rsid w:val="00B40D32"/>
    <w:pPr>
      <w:numPr>
        <w:ilvl w:val="3"/>
        <w:numId w:val="4"/>
      </w:numPr>
      <w:spacing w:before="120"/>
      <w:ind w:hanging="1728"/>
      <w:outlineLvl w:val="3"/>
    </w:pPr>
    <w:rPr>
      <w:rFonts w:ascii="Cambria" w:hAnsi="Cambria"/>
      <w:bCs/>
      <w:i/>
      <w:color w:val="548DD4"/>
      <w:szCs w:val="22"/>
    </w:rPr>
  </w:style>
  <w:style w:type="paragraph" w:styleId="Nadpis5">
    <w:name w:val="heading 5"/>
    <w:basedOn w:val="Normln"/>
    <w:next w:val="Normln"/>
    <w:qFormat/>
    <w:rsid w:val="009E6CA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E6CA6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9E6CA6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9E6CA6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9E6CA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text">
    <w:name w:val="odsazený text"/>
    <w:basedOn w:val="Normln"/>
    <w:rsid w:val="00B8142D"/>
    <w:pPr>
      <w:ind w:left="709"/>
    </w:pPr>
  </w:style>
  <w:style w:type="paragraph" w:styleId="Zhlav">
    <w:name w:val="header"/>
    <w:basedOn w:val="Normln"/>
    <w:rsid w:val="00BE7CD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E7CD0"/>
    <w:pPr>
      <w:tabs>
        <w:tab w:val="center" w:pos="4536"/>
        <w:tab w:val="right" w:pos="9072"/>
      </w:tabs>
    </w:pPr>
  </w:style>
  <w:style w:type="paragraph" w:customStyle="1" w:styleId="tucne">
    <w:name w:val="tucne"/>
    <w:basedOn w:val="Normln"/>
    <w:rsid w:val="001C62D9"/>
    <w:pPr>
      <w:keepNext/>
      <w:spacing w:before="120"/>
    </w:pPr>
    <w:rPr>
      <w:b/>
    </w:rPr>
  </w:style>
  <w:style w:type="paragraph" w:customStyle="1" w:styleId="puntik">
    <w:name w:val="puntik"/>
    <w:basedOn w:val="Normln"/>
    <w:link w:val="puntikChar"/>
    <w:rsid w:val="006B6EB2"/>
    <w:pPr>
      <w:numPr>
        <w:numId w:val="2"/>
      </w:numPr>
      <w:spacing w:after="0"/>
    </w:pPr>
  </w:style>
  <w:style w:type="character" w:customStyle="1" w:styleId="puntikChar">
    <w:name w:val="puntik Char"/>
    <w:basedOn w:val="puntixChar"/>
    <w:link w:val="puntik"/>
    <w:rsid w:val="006B6EB2"/>
    <w:rPr>
      <w:sz w:val="22"/>
    </w:rPr>
  </w:style>
  <w:style w:type="character" w:customStyle="1" w:styleId="puntixChar">
    <w:name w:val="puntix Char"/>
    <w:link w:val="puntix"/>
    <w:rsid w:val="006B6EB2"/>
    <w:rPr>
      <w:sz w:val="22"/>
    </w:rPr>
  </w:style>
  <w:style w:type="paragraph" w:customStyle="1" w:styleId="puntix">
    <w:name w:val="puntix"/>
    <w:basedOn w:val="puntik"/>
    <w:next w:val="puntik"/>
    <w:link w:val="puntixChar"/>
    <w:rsid w:val="006B6EB2"/>
    <w:pPr>
      <w:spacing w:after="120"/>
    </w:pPr>
  </w:style>
  <w:style w:type="paragraph" w:customStyle="1" w:styleId="Neslodstavec">
    <w:name w:val="Nečísl odstavec"/>
    <w:basedOn w:val="Nadpis3"/>
    <w:next w:val="Normln"/>
    <w:rsid w:val="001C62D9"/>
    <w:pPr>
      <w:widowControl w:val="0"/>
      <w:autoSpaceDE w:val="0"/>
      <w:autoSpaceDN w:val="0"/>
      <w:spacing w:before="360" w:after="0"/>
      <w:jc w:val="left"/>
      <w:outlineLvl w:val="9"/>
    </w:pPr>
    <w:rPr>
      <w:iCs w:val="0"/>
      <w:szCs w:val="22"/>
    </w:rPr>
  </w:style>
  <w:style w:type="paragraph" w:customStyle="1" w:styleId="odsazentun">
    <w:name w:val="odsazený tučný"/>
    <w:basedOn w:val="odsazentext"/>
    <w:rsid w:val="00C272F1"/>
    <w:rPr>
      <w:b/>
      <w:i/>
    </w:rPr>
  </w:style>
  <w:style w:type="paragraph" w:customStyle="1" w:styleId="odsaz2">
    <w:name w:val="odsaz2"/>
    <w:basedOn w:val="tabelovantext"/>
    <w:rsid w:val="00D54D11"/>
    <w:pPr>
      <w:tabs>
        <w:tab w:val="clear" w:pos="2835"/>
        <w:tab w:val="left" w:pos="993"/>
      </w:tabs>
      <w:ind w:left="992" w:firstLine="0"/>
    </w:pPr>
  </w:style>
  <w:style w:type="paragraph" w:customStyle="1" w:styleId="tabelovantext">
    <w:name w:val="tabelovaný text"/>
    <w:basedOn w:val="Normln"/>
    <w:rsid w:val="00476C16"/>
    <w:pPr>
      <w:tabs>
        <w:tab w:val="left" w:pos="2835"/>
      </w:tabs>
      <w:ind w:left="2835" w:hanging="2835"/>
    </w:pPr>
  </w:style>
  <w:style w:type="paragraph" w:customStyle="1" w:styleId="odsaz2x">
    <w:name w:val="odsaz2x"/>
    <w:basedOn w:val="odsaz2"/>
    <w:rsid w:val="00D265CB"/>
  </w:style>
  <w:style w:type="paragraph" w:customStyle="1" w:styleId="anotace">
    <w:name w:val="anotace"/>
    <w:basedOn w:val="Zkladntextodsazen"/>
    <w:link w:val="anotaceChar"/>
    <w:rsid w:val="00052E0C"/>
    <w:pPr>
      <w:tabs>
        <w:tab w:val="left" w:leader="dot" w:pos="3402"/>
      </w:tabs>
      <w:spacing w:after="0"/>
    </w:pPr>
  </w:style>
  <w:style w:type="paragraph" w:styleId="Zkladntextodsazen">
    <w:name w:val="Body Text Indent"/>
    <w:basedOn w:val="Zkladntext"/>
    <w:link w:val="ZkladntextodsazenChar"/>
    <w:rsid w:val="00C57A11"/>
    <w:pPr>
      <w:ind w:left="709"/>
    </w:pPr>
  </w:style>
  <w:style w:type="paragraph" w:styleId="Zkladntext">
    <w:name w:val="Body Text"/>
    <w:basedOn w:val="Normln"/>
    <w:link w:val="ZkladntextChar"/>
    <w:rsid w:val="00C57A11"/>
    <w:pPr>
      <w:jc w:val="left"/>
    </w:pPr>
  </w:style>
  <w:style w:type="character" w:customStyle="1" w:styleId="ZkladntextChar">
    <w:name w:val="Základní text Char"/>
    <w:link w:val="Zkladntext"/>
    <w:rsid w:val="00C57A11"/>
    <w:rPr>
      <w:sz w:val="22"/>
      <w:lang w:val="cs-CZ" w:eastAsia="cs-CZ" w:bidi="ar-SA"/>
    </w:rPr>
  </w:style>
  <w:style w:type="character" w:customStyle="1" w:styleId="ZkladntextodsazenChar">
    <w:name w:val="Základní text odsazený Char"/>
    <w:basedOn w:val="ZkladntextChar"/>
    <w:link w:val="Zkladntextodsazen"/>
    <w:rsid w:val="00C57A11"/>
    <w:rPr>
      <w:sz w:val="22"/>
      <w:lang w:val="cs-CZ" w:eastAsia="cs-CZ" w:bidi="ar-SA"/>
    </w:rPr>
  </w:style>
  <w:style w:type="character" w:customStyle="1" w:styleId="anotaceChar">
    <w:name w:val="anotace Char"/>
    <w:basedOn w:val="ZkladntextodsazenChar"/>
    <w:link w:val="anotace"/>
    <w:rsid w:val="00052E0C"/>
    <w:rPr>
      <w:sz w:val="22"/>
      <w:lang w:val="cs-CZ" w:eastAsia="cs-CZ" w:bidi="ar-SA"/>
    </w:rPr>
  </w:style>
  <w:style w:type="paragraph" w:customStyle="1" w:styleId="ad">
    <w:name w:val="ad"/>
    <w:basedOn w:val="Normln"/>
    <w:rsid w:val="008F48CB"/>
    <w:pPr>
      <w:spacing w:before="60" w:after="60"/>
    </w:pPr>
    <w:rPr>
      <w:b/>
    </w:rPr>
  </w:style>
  <w:style w:type="paragraph" w:styleId="Podtitul">
    <w:name w:val="Subtitle"/>
    <w:basedOn w:val="Normln"/>
    <w:qFormat/>
    <w:rsid w:val="002C4861"/>
    <w:pPr>
      <w:spacing w:before="240" w:after="360"/>
      <w:jc w:val="center"/>
    </w:pPr>
    <w:rPr>
      <w:rFonts w:ascii="Arial" w:hAnsi="Arial"/>
      <w:b/>
      <w:caps/>
      <w:sz w:val="28"/>
    </w:rPr>
  </w:style>
  <w:style w:type="paragraph" w:styleId="Textkomente">
    <w:name w:val="annotation text"/>
    <w:basedOn w:val="Normln"/>
    <w:link w:val="TextkomenteChar"/>
    <w:semiHidden/>
    <w:rsid w:val="00777DF9"/>
    <w:pPr>
      <w:autoSpaceDE w:val="0"/>
      <w:autoSpaceDN w:val="0"/>
      <w:spacing w:after="0" w:line="264" w:lineRule="auto"/>
    </w:pPr>
    <w:rPr>
      <w:sz w:val="24"/>
      <w:szCs w:val="24"/>
    </w:rPr>
  </w:style>
  <w:style w:type="paragraph" w:customStyle="1" w:styleId="psmeno">
    <w:name w:val="písmeno"/>
    <w:basedOn w:val="Normln"/>
    <w:rsid w:val="00C328D4"/>
    <w:pPr>
      <w:tabs>
        <w:tab w:val="num" w:pos="1134"/>
      </w:tabs>
      <w:autoSpaceDE w:val="0"/>
      <w:autoSpaceDN w:val="0"/>
      <w:spacing w:line="264" w:lineRule="auto"/>
      <w:ind w:left="1134" w:hanging="425"/>
    </w:pPr>
    <w:rPr>
      <w:rFonts w:eastAsia="MS Mincho"/>
      <w:bCs/>
      <w:szCs w:val="22"/>
    </w:rPr>
  </w:style>
  <w:style w:type="paragraph" w:customStyle="1" w:styleId="puntik2">
    <w:name w:val="puntik2"/>
    <w:basedOn w:val="puntik"/>
    <w:rsid w:val="00317135"/>
    <w:pPr>
      <w:tabs>
        <w:tab w:val="num" w:pos="1418"/>
      </w:tabs>
      <w:ind w:left="1418" w:hanging="284"/>
    </w:pPr>
  </w:style>
  <w:style w:type="paragraph" w:customStyle="1" w:styleId="puntik2x">
    <w:name w:val="puntik2x"/>
    <w:basedOn w:val="puntik2"/>
    <w:rsid w:val="00EE4311"/>
    <w:pPr>
      <w:spacing w:after="120"/>
    </w:pPr>
  </w:style>
  <w:style w:type="paragraph" w:styleId="Textbubliny">
    <w:name w:val="Balloon Text"/>
    <w:basedOn w:val="Normln"/>
    <w:semiHidden/>
    <w:rsid w:val="002F4FB2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35D73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52026C"/>
  </w:style>
  <w:style w:type="paragraph" w:styleId="Obsah2">
    <w:name w:val="toc 2"/>
    <w:basedOn w:val="Normln"/>
    <w:next w:val="Normln"/>
    <w:autoRedefine/>
    <w:uiPriority w:val="39"/>
    <w:rsid w:val="0052026C"/>
    <w:pPr>
      <w:ind w:left="220"/>
    </w:pPr>
  </w:style>
  <w:style w:type="paragraph" w:styleId="Obsah3">
    <w:name w:val="toc 3"/>
    <w:basedOn w:val="Normln"/>
    <w:next w:val="Normln"/>
    <w:autoRedefine/>
    <w:uiPriority w:val="39"/>
    <w:rsid w:val="0052026C"/>
    <w:pPr>
      <w:ind w:left="440"/>
    </w:pPr>
  </w:style>
  <w:style w:type="paragraph" w:styleId="Obsah4">
    <w:name w:val="toc 4"/>
    <w:basedOn w:val="Normln"/>
    <w:next w:val="Normln"/>
    <w:autoRedefine/>
    <w:uiPriority w:val="39"/>
    <w:rsid w:val="00317135"/>
    <w:pPr>
      <w:spacing w:after="0"/>
      <w:ind w:left="720"/>
      <w:jc w:val="left"/>
    </w:pPr>
    <w:rPr>
      <w:sz w:val="24"/>
      <w:szCs w:val="24"/>
    </w:rPr>
  </w:style>
  <w:style w:type="paragraph" w:styleId="Obsah5">
    <w:name w:val="toc 5"/>
    <w:basedOn w:val="Normln"/>
    <w:next w:val="Normln"/>
    <w:autoRedefine/>
    <w:uiPriority w:val="39"/>
    <w:rsid w:val="00317135"/>
    <w:pPr>
      <w:spacing w:after="0"/>
      <w:ind w:left="960"/>
      <w:jc w:val="left"/>
    </w:pPr>
    <w:rPr>
      <w:sz w:val="24"/>
      <w:szCs w:val="24"/>
    </w:rPr>
  </w:style>
  <w:style w:type="paragraph" w:styleId="Obsah6">
    <w:name w:val="toc 6"/>
    <w:basedOn w:val="Normln"/>
    <w:next w:val="Normln"/>
    <w:autoRedefine/>
    <w:uiPriority w:val="39"/>
    <w:rsid w:val="00317135"/>
    <w:pPr>
      <w:spacing w:after="0"/>
      <w:ind w:left="1200"/>
      <w:jc w:val="left"/>
    </w:pPr>
    <w:rPr>
      <w:sz w:val="24"/>
      <w:szCs w:val="24"/>
    </w:rPr>
  </w:style>
  <w:style w:type="paragraph" w:styleId="Obsah7">
    <w:name w:val="toc 7"/>
    <w:basedOn w:val="Normln"/>
    <w:next w:val="Normln"/>
    <w:autoRedefine/>
    <w:uiPriority w:val="39"/>
    <w:rsid w:val="00317135"/>
    <w:pPr>
      <w:spacing w:after="0"/>
      <w:ind w:left="1440"/>
      <w:jc w:val="left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rsid w:val="00317135"/>
    <w:pPr>
      <w:spacing w:after="0"/>
      <w:ind w:left="1680"/>
      <w:jc w:val="left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rsid w:val="00317135"/>
    <w:pPr>
      <w:spacing w:after="0"/>
      <w:ind w:left="1920"/>
      <w:jc w:val="left"/>
    </w:pPr>
    <w:rPr>
      <w:sz w:val="24"/>
      <w:szCs w:val="24"/>
    </w:rPr>
  </w:style>
  <w:style w:type="character" w:styleId="Hypertextovodkaz">
    <w:name w:val="Hyperlink"/>
    <w:uiPriority w:val="99"/>
    <w:rsid w:val="009D2D8E"/>
    <w:rPr>
      <w:color w:val="0000FF"/>
      <w:u w:val="single"/>
    </w:rPr>
  </w:style>
  <w:style w:type="paragraph" w:styleId="Zkladntext2">
    <w:name w:val="Body Text 2"/>
    <w:basedOn w:val="Normln"/>
    <w:rsid w:val="00BD2062"/>
    <w:pPr>
      <w:spacing w:line="480" w:lineRule="auto"/>
    </w:pPr>
  </w:style>
  <w:style w:type="table" w:styleId="Mkatabulky">
    <w:name w:val="Table Grid"/>
    <w:basedOn w:val="Normlntabulka"/>
    <w:rsid w:val="00D541F1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4818D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4818D0"/>
    <w:rPr>
      <w:rFonts w:ascii="Calibri" w:hAnsi="Calibri"/>
      <w:sz w:val="22"/>
      <w:szCs w:val="22"/>
      <w:lang w:val="cs-CZ" w:eastAsia="en-US" w:bidi="ar-SA"/>
    </w:rPr>
  </w:style>
  <w:style w:type="paragraph" w:styleId="Titulek">
    <w:name w:val="caption"/>
    <w:basedOn w:val="Normln"/>
    <w:next w:val="Normln"/>
    <w:uiPriority w:val="35"/>
    <w:unhideWhenUsed/>
    <w:qFormat/>
    <w:rsid w:val="00D0168A"/>
    <w:rPr>
      <w:b/>
      <w:bCs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71EC"/>
    <w:pPr>
      <w:autoSpaceDE/>
      <w:autoSpaceDN/>
      <w:spacing w:after="120" w:line="240" w:lineRule="auto"/>
    </w:pPr>
    <w:rPr>
      <w:b/>
      <w:bCs/>
      <w:sz w:val="20"/>
      <w:szCs w:val="20"/>
    </w:rPr>
  </w:style>
  <w:style w:type="character" w:customStyle="1" w:styleId="TextkomenteChar">
    <w:name w:val="Text komentáře Char"/>
    <w:link w:val="Textkomente"/>
    <w:semiHidden/>
    <w:rsid w:val="00EC71EC"/>
    <w:rPr>
      <w:sz w:val="24"/>
      <w:szCs w:val="24"/>
    </w:rPr>
  </w:style>
  <w:style w:type="character" w:customStyle="1" w:styleId="PedmtkomenteChar">
    <w:name w:val="Předmět komentáře Char"/>
    <w:basedOn w:val="TextkomenteChar"/>
    <w:link w:val="Pedmtkomente"/>
    <w:rsid w:val="00EC71EC"/>
    <w:rPr>
      <w:sz w:val="24"/>
      <w:szCs w:val="24"/>
    </w:rPr>
  </w:style>
  <w:style w:type="paragraph" w:customStyle="1" w:styleId="Numm1">
    <w:name w:val="Numm§ 1"/>
    <w:basedOn w:val="Normln"/>
    <w:next w:val="Normln"/>
    <w:rsid w:val="00491991"/>
    <w:pPr>
      <w:numPr>
        <w:numId w:val="6"/>
      </w:numPr>
      <w:spacing w:after="0"/>
      <w:jc w:val="center"/>
    </w:pPr>
    <w:rPr>
      <w:b/>
      <w:sz w:val="24"/>
      <w:szCs w:val="24"/>
    </w:rPr>
  </w:style>
  <w:style w:type="paragraph" w:customStyle="1" w:styleId="Numm2">
    <w:name w:val="Numm§ 2"/>
    <w:basedOn w:val="Normln"/>
    <w:next w:val="Normln"/>
    <w:rsid w:val="00491991"/>
    <w:pPr>
      <w:numPr>
        <w:ilvl w:val="1"/>
        <w:numId w:val="6"/>
      </w:numPr>
      <w:spacing w:after="0"/>
      <w:jc w:val="left"/>
    </w:pPr>
    <w:rPr>
      <w:sz w:val="24"/>
      <w:szCs w:val="24"/>
    </w:rPr>
  </w:style>
  <w:style w:type="paragraph" w:customStyle="1" w:styleId="Numm3">
    <w:name w:val="Numm§ 3"/>
    <w:basedOn w:val="Normln"/>
    <w:next w:val="Normln"/>
    <w:rsid w:val="00491991"/>
    <w:pPr>
      <w:numPr>
        <w:ilvl w:val="2"/>
        <w:numId w:val="6"/>
      </w:numPr>
      <w:spacing w:after="0"/>
      <w:jc w:val="left"/>
    </w:pPr>
    <w:rPr>
      <w:sz w:val="24"/>
      <w:szCs w:val="24"/>
    </w:rPr>
  </w:style>
  <w:style w:type="paragraph" w:customStyle="1" w:styleId="FettZentriert">
    <w:name w:val="Fett+Zentriert"/>
    <w:basedOn w:val="Normln"/>
    <w:next w:val="Normln"/>
    <w:rsid w:val="00491991"/>
    <w:pPr>
      <w:spacing w:after="0"/>
      <w:jc w:val="center"/>
    </w:pPr>
    <w:rPr>
      <w:b/>
      <w:sz w:val="24"/>
      <w:szCs w:val="24"/>
    </w:rPr>
  </w:style>
  <w:style w:type="paragraph" w:styleId="Seznam3">
    <w:name w:val="List 3"/>
    <w:basedOn w:val="Normln"/>
    <w:semiHidden/>
    <w:rsid w:val="00491991"/>
    <w:pPr>
      <w:spacing w:after="0"/>
      <w:ind w:left="566" w:hanging="283"/>
    </w:pPr>
    <w:rPr>
      <w:sz w:val="24"/>
    </w:rPr>
  </w:style>
  <w:style w:type="paragraph" w:customStyle="1" w:styleId="Normln1">
    <w:name w:val="Normální1"/>
    <w:rsid w:val="00D80D2C"/>
    <w:rPr>
      <w:rFonts w:eastAsia="ヒラギノ角ゴ Pro W3"/>
      <w:color w:val="000000"/>
      <w:sz w:val="24"/>
    </w:rPr>
  </w:style>
  <w:style w:type="paragraph" w:customStyle="1" w:styleId="Zkladntext1">
    <w:name w:val="Základní text1"/>
    <w:autoRedefine/>
    <w:rsid w:val="00D80D2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tLeast"/>
      <w:jc w:val="center"/>
    </w:pPr>
    <w:rPr>
      <w:rFonts w:ascii="Century Gothic" w:eastAsia="ヒラギノ角ゴ Pro W3" w:hAnsi="Century Gothic" w:cs="Tahoma"/>
      <w:b/>
      <w:sz w:val="24"/>
      <w:szCs w:val="24"/>
    </w:rPr>
  </w:style>
  <w:style w:type="paragraph" w:customStyle="1" w:styleId="nazev">
    <w:name w:val="nazev"/>
    <w:basedOn w:val="Normln"/>
    <w:rsid w:val="00CE2B1B"/>
    <w:pPr>
      <w:pBdr>
        <w:bottom w:val="single" w:sz="12" w:space="3" w:color="auto"/>
      </w:pBdr>
      <w:jc w:val="center"/>
    </w:pPr>
    <w:rPr>
      <w:rFonts w:ascii="Arial" w:hAnsi="Arial"/>
      <w:b/>
      <w:sz w:val="28"/>
    </w:rPr>
  </w:style>
  <w:style w:type="paragraph" w:customStyle="1" w:styleId="smlouva">
    <w:name w:val="smlouva"/>
    <w:basedOn w:val="nazev"/>
    <w:rsid w:val="00CE2B1B"/>
    <w:pPr>
      <w:spacing w:before="600"/>
    </w:pPr>
    <w:rPr>
      <w:caps/>
      <w:sz w:val="36"/>
    </w:rPr>
  </w:style>
  <w:style w:type="paragraph" w:styleId="Nadpisobsahu">
    <w:name w:val="TOC Heading"/>
    <w:basedOn w:val="Nadpis1"/>
    <w:next w:val="Normln"/>
    <w:uiPriority w:val="39"/>
    <w:unhideWhenUsed/>
    <w:qFormat/>
    <w:rsid w:val="002574F6"/>
    <w:pPr>
      <w:pageBreakBefore w:val="0"/>
      <w:numPr>
        <w:numId w:val="0"/>
      </w:numPr>
      <w:spacing w:line="276" w:lineRule="auto"/>
      <w:outlineLvl w:val="9"/>
    </w:pPr>
    <w:rPr>
      <w:rFonts w:ascii="Cambria" w:hAnsi="Cambria" w:cs="Times New Roman"/>
    </w:rPr>
  </w:style>
  <w:style w:type="paragraph" w:customStyle="1" w:styleId="Textkomente1">
    <w:name w:val="Text komentáře1"/>
    <w:basedOn w:val="Normln"/>
    <w:rsid w:val="002574F6"/>
    <w:pPr>
      <w:suppressAutoHyphens/>
      <w:spacing w:after="0"/>
    </w:pPr>
    <w:rPr>
      <w:rFonts w:ascii="Arial" w:hAnsi="Arial"/>
      <w:sz w:val="20"/>
      <w:lang w:eastAsia="ar-SA"/>
    </w:rPr>
  </w:style>
  <w:style w:type="paragraph" w:styleId="Normlnweb">
    <w:name w:val="Normal (Web)"/>
    <w:basedOn w:val="Normln"/>
    <w:uiPriority w:val="99"/>
    <w:rsid w:val="00E9372F"/>
    <w:pPr>
      <w:spacing w:before="100" w:beforeAutospacing="1" w:after="100" w:afterAutospacing="1"/>
      <w:jc w:val="left"/>
    </w:pPr>
    <w:rPr>
      <w:rFonts w:ascii="Arial Unicode MS" w:eastAsia="Arial Unicode MS" w:hAnsi="Arial Unicode MS"/>
      <w:sz w:val="24"/>
      <w:szCs w:val="24"/>
    </w:rPr>
  </w:style>
  <w:style w:type="paragraph" w:styleId="Nzev">
    <w:name w:val="Title"/>
    <w:basedOn w:val="Normln"/>
    <w:link w:val="NzevChar"/>
    <w:qFormat/>
    <w:rsid w:val="00E9372F"/>
    <w:pPr>
      <w:spacing w:after="0"/>
      <w:jc w:val="center"/>
    </w:pPr>
    <w:rPr>
      <w:b/>
      <w:sz w:val="28"/>
      <w:szCs w:val="24"/>
    </w:rPr>
  </w:style>
  <w:style w:type="character" w:customStyle="1" w:styleId="NzevChar">
    <w:name w:val="Název Char"/>
    <w:link w:val="Nzev"/>
    <w:uiPriority w:val="99"/>
    <w:rsid w:val="00E9372F"/>
    <w:rPr>
      <w:b/>
      <w:sz w:val="28"/>
      <w:szCs w:val="24"/>
    </w:rPr>
  </w:style>
  <w:style w:type="character" w:styleId="Znakapoznpodarou">
    <w:name w:val="footnote reference"/>
    <w:semiHidden/>
    <w:rsid w:val="00E9372F"/>
    <w:rPr>
      <w:vertAlign w:val="superscript"/>
    </w:rPr>
  </w:style>
  <w:style w:type="paragraph" w:customStyle="1" w:styleId="Normalni-slovn">
    <w:name w:val="Normalni - Číslování"/>
    <w:basedOn w:val="Normln"/>
    <w:rsid w:val="00E9372F"/>
    <w:pPr>
      <w:numPr>
        <w:numId w:val="8"/>
      </w:numPr>
      <w:tabs>
        <w:tab w:val="left" w:pos="360"/>
      </w:tabs>
    </w:pPr>
    <w:rPr>
      <w:rFonts w:ascii="Arial Narrow" w:hAnsi="Arial Narrow"/>
      <w:szCs w:val="24"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BE00A6"/>
    <w:pPr>
      <w:jc w:val="center"/>
    </w:pPr>
    <w:rPr>
      <w:rFonts w:ascii="Arial Narrow" w:hAnsi="Arial Narrow"/>
      <w:b/>
      <w:bCs/>
    </w:rPr>
  </w:style>
  <w:style w:type="paragraph" w:customStyle="1" w:styleId="Nazev-Podnazev-Zakazka">
    <w:name w:val="Nazev-Podnazev-Zakazka"/>
    <w:basedOn w:val="Normln"/>
    <w:next w:val="Normln"/>
    <w:rsid w:val="00BE00A6"/>
    <w:pPr>
      <w:widowControl w:val="0"/>
      <w:jc w:val="center"/>
    </w:pPr>
    <w:rPr>
      <w:rFonts w:ascii="Arial Narrow" w:hAnsi="Arial Narrow" w:cs="Arial"/>
      <w:b/>
      <w:sz w:val="28"/>
      <w:szCs w:val="28"/>
    </w:rPr>
  </w:style>
  <w:style w:type="character" w:customStyle="1" w:styleId="Normalni-TunnastedChar">
    <w:name w:val="Normalni - Tučné na střed Char"/>
    <w:link w:val="Normalni-Tunnasted"/>
    <w:locked/>
    <w:rsid w:val="00BE00A6"/>
    <w:rPr>
      <w:rFonts w:ascii="Arial Narrow" w:hAnsi="Arial Narrow"/>
      <w:b/>
      <w:bCs/>
      <w:sz w:val="22"/>
    </w:rPr>
  </w:style>
  <w:style w:type="character" w:customStyle="1" w:styleId="StylTun">
    <w:name w:val="Styl Tučné"/>
    <w:rsid w:val="00BE00A6"/>
    <w:rPr>
      <w:rFonts w:ascii="Arial Narrow" w:hAnsi="Arial Narrow"/>
      <w:b/>
      <w:sz w:val="24"/>
    </w:rPr>
  </w:style>
  <w:style w:type="character" w:customStyle="1" w:styleId="Odkaz">
    <w:name w:val="Odkaz"/>
    <w:rsid w:val="00BC7C0E"/>
    <w:rPr>
      <w:i/>
      <w:iCs/>
    </w:rPr>
  </w:style>
  <w:style w:type="paragraph" w:styleId="Textpoznpodarou">
    <w:name w:val="footnote text"/>
    <w:basedOn w:val="Normln"/>
    <w:link w:val="TextpoznpodarouChar"/>
    <w:semiHidden/>
    <w:rsid w:val="00BC7C0E"/>
    <w:pPr>
      <w:spacing w:after="0"/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C7C0E"/>
  </w:style>
  <w:style w:type="character" w:styleId="slostrnky">
    <w:name w:val="page number"/>
    <w:rsid w:val="00757257"/>
  </w:style>
  <w:style w:type="paragraph" w:styleId="Normlnodsazen">
    <w:name w:val="Normal Indent"/>
    <w:basedOn w:val="Normln"/>
    <w:rsid w:val="002F6770"/>
    <w:pPr>
      <w:ind w:left="720"/>
    </w:pPr>
    <w:rPr>
      <w:sz w:val="20"/>
    </w:rPr>
  </w:style>
  <w:style w:type="paragraph" w:customStyle="1" w:styleId="poslednipuntik">
    <w:name w:val="posledni puntik"/>
    <w:basedOn w:val="puntik"/>
    <w:next w:val="Normlnodsazen"/>
    <w:rsid w:val="002F6770"/>
    <w:pPr>
      <w:tabs>
        <w:tab w:val="clear" w:pos="720"/>
      </w:tabs>
      <w:spacing w:after="120"/>
      <w:ind w:left="993" w:hanging="284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0B1BC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7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5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6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3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4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3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8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4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0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7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8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template.win\nabidka_stud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3F17A-7C02-48AF-878D-FE2B76D92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nabidka_stud</Template>
  <TotalTime>76</TotalTime>
  <Pages>1</Pages>
  <Words>74</Words>
  <Characters>592</Characters>
  <Application>Microsoft Office Word</Application>
  <DocSecurity>8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Nabídka ISKaM 2006</vt:lpstr>
      <vt:lpstr>Nabídka ISKaM 2006</vt:lpstr>
    </vt:vector>
  </TitlesOfParts>
  <Company>ApS Brno s.r.o.</Company>
  <LinksUpToDate>false</LinksUpToDate>
  <CharactersWithSpaces>665</CharactersWithSpaces>
  <SharedDoc>false</SharedDoc>
  <HLinks>
    <vt:vector size="180" baseType="variant">
      <vt:variant>
        <vt:i4>655367</vt:i4>
      </vt:variant>
      <vt:variant>
        <vt:i4>207</vt:i4>
      </vt:variant>
      <vt:variant>
        <vt:i4>0</vt:i4>
      </vt:variant>
      <vt:variant>
        <vt:i4>5</vt:i4>
      </vt:variant>
      <vt:variant>
        <vt:lpwstr>http://msdn.microsoft.com/cs-cz/library/8z6watww.aspx</vt:lpwstr>
      </vt:variant>
      <vt:variant>
        <vt:lpwstr/>
      </vt:variant>
      <vt:variant>
        <vt:i4>3342418</vt:i4>
      </vt:variant>
      <vt:variant>
        <vt:i4>162</vt:i4>
      </vt:variant>
      <vt:variant>
        <vt:i4>0</vt:i4>
      </vt:variant>
      <vt:variant>
        <vt:i4>5</vt:i4>
      </vt:variant>
      <vt:variant>
        <vt:lpwstr>mailto:kurecka@aps-brno.cz</vt:lpwstr>
      </vt:variant>
      <vt:variant>
        <vt:lpwstr/>
      </vt:variant>
      <vt:variant>
        <vt:i4>1048639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_Toc387739810</vt:lpwstr>
      </vt:variant>
      <vt:variant>
        <vt:i4>1114175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_Toc387739809</vt:lpwstr>
      </vt:variant>
      <vt:variant>
        <vt:i4>1114175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_Toc387739808</vt:lpwstr>
      </vt:variant>
      <vt:variant>
        <vt:i4>1114175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_Toc387739807</vt:lpwstr>
      </vt:variant>
      <vt:variant>
        <vt:i4>1114175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_Toc387739806</vt:lpwstr>
      </vt:variant>
      <vt:variant>
        <vt:i4>1114175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_Toc387739805</vt:lpwstr>
      </vt:variant>
      <vt:variant>
        <vt:i4>1114175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_Toc387739804</vt:lpwstr>
      </vt:variant>
      <vt:variant>
        <vt:i4>1114175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_Toc387739803</vt:lpwstr>
      </vt:variant>
      <vt:variant>
        <vt:i4>1114175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_Toc387739802</vt:lpwstr>
      </vt:variant>
      <vt:variant>
        <vt:i4>1114175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_Toc387739801</vt:lpwstr>
      </vt:variant>
      <vt:variant>
        <vt:i4>1114175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_Toc387739800</vt:lpwstr>
      </vt:variant>
      <vt:variant>
        <vt:i4>1572912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_Toc387739799</vt:lpwstr>
      </vt:variant>
      <vt:variant>
        <vt:i4>1572912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_Toc387739798</vt:lpwstr>
      </vt:variant>
      <vt:variant>
        <vt:i4>1572912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_Toc387739797</vt:lpwstr>
      </vt:variant>
      <vt:variant>
        <vt:i4>1572912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_Toc387739796</vt:lpwstr>
      </vt:variant>
      <vt:variant>
        <vt:i4>1572912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_Toc387739795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_Toc387739794</vt:lpwstr>
      </vt:variant>
      <vt:variant>
        <vt:i4>1572912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_Toc387739793</vt:lpwstr>
      </vt:variant>
      <vt:variant>
        <vt:i4>1572912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_Toc387739792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_Toc387739791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_Toc387739790</vt:lpwstr>
      </vt:variant>
      <vt:variant>
        <vt:i4>1638448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_Toc387739789</vt:lpwstr>
      </vt:variant>
      <vt:variant>
        <vt:i4>1638448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_Toc387739788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_Toc387739787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_Toc387739786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_Toc387739785</vt:lpwstr>
      </vt:variant>
      <vt:variant>
        <vt:i4>6815753</vt:i4>
      </vt:variant>
      <vt:variant>
        <vt:i4>0</vt:i4>
      </vt:variant>
      <vt:variant>
        <vt:i4>0</vt:i4>
      </vt:variant>
      <vt:variant>
        <vt:i4>5</vt:i4>
      </vt:variant>
      <vt:variant>
        <vt:lpwstr>mailto:is@aps-brno.cz</vt:lpwstr>
      </vt:variant>
      <vt:variant>
        <vt:lpwstr/>
      </vt:variant>
      <vt:variant>
        <vt:i4>1638436</vt:i4>
      </vt:variant>
      <vt:variant>
        <vt:i4>189590</vt:i4>
      </vt:variant>
      <vt:variant>
        <vt:i4>1029</vt:i4>
      </vt:variant>
      <vt:variant>
        <vt:i4>1</vt:i4>
      </vt:variant>
      <vt:variant>
        <vt:lpwstr>http://www.aps-brno.cz/is/galerie/hotelove_ubytovani.png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ISKaM 2006</dc:title>
  <dc:creator>ApS Brno s.r.o.</dc:creator>
  <cp:lastModifiedBy>Mgr. Petr NĚMEC</cp:lastModifiedBy>
  <cp:revision>22</cp:revision>
  <cp:lastPrinted>2016-04-12T12:17:00Z</cp:lastPrinted>
  <dcterms:created xsi:type="dcterms:W3CDTF">2014-05-13T08:53:00Z</dcterms:created>
  <dcterms:modified xsi:type="dcterms:W3CDTF">2016-04-19T06:53:00Z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